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288" w:type="pct"/>
        <w:jc w:val="center"/>
        <w:tblLook w:val="04A0" w:firstRow="1" w:lastRow="0" w:firstColumn="1" w:lastColumn="0" w:noHBand="0" w:noVBand="1"/>
      </w:tblPr>
      <w:tblGrid>
        <w:gridCol w:w="9899"/>
      </w:tblGrid>
      <w:tr w:rsidR="00BF4423" w:rsidRPr="00BF4423" w14:paraId="2BC1438A" w14:textId="77777777" w:rsidTr="00C24161">
        <w:trPr>
          <w:trHeight w:val="2880"/>
          <w:jc w:val="center"/>
        </w:trPr>
        <w:tc>
          <w:tcPr>
            <w:tcW w:w="5000" w:type="pct"/>
          </w:tcPr>
          <w:p w14:paraId="51EAE149" w14:textId="77777777" w:rsidR="00BF4423" w:rsidRPr="00336088" w:rsidRDefault="00BF4423" w:rsidP="000A4018">
            <w:pPr>
              <w:pStyle w:val="NoSpacing"/>
              <w:spacing w:after="100" w:afterAutospacing="1"/>
              <w:ind w:right="666"/>
              <w:jc w:val="center"/>
              <w:rPr>
                <w:rFonts w:eastAsia="DejaVu Sans"/>
                <w:kern w:val="2"/>
                <w:sz w:val="32"/>
                <w:szCs w:val="32"/>
                <w:lang w:eastAsia="hi-IN" w:bidi="hi-IN"/>
              </w:rPr>
            </w:pPr>
            <w:r w:rsidRPr="00336088">
              <w:rPr>
                <w:rFonts w:eastAsia="DejaVu Sans"/>
                <w:b/>
                <w:kern w:val="2"/>
                <w:sz w:val="44"/>
                <w:szCs w:val="44"/>
                <w:lang w:eastAsia="hi-IN" w:bidi="hi-IN"/>
              </w:rPr>
              <w:t xml:space="preserve">National University of Computer and Emerging Sciences       </w:t>
            </w:r>
          </w:p>
          <w:p w14:paraId="3AD19991" w14:textId="4ACEBD27" w:rsidR="00BF4423" w:rsidRPr="00BD37C2" w:rsidRDefault="00BF4423" w:rsidP="000A4018">
            <w:pPr>
              <w:pStyle w:val="NoSpacing"/>
              <w:spacing w:after="100" w:afterAutospacing="1"/>
              <w:ind w:right="666"/>
              <w:jc w:val="center"/>
              <w:rPr>
                <w:caps/>
              </w:rPr>
            </w:pPr>
          </w:p>
          <w:p w14:paraId="15FD26AC" w14:textId="77777777" w:rsidR="00BF4423" w:rsidRPr="00BD37C2" w:rsidRDefault="000F1DD5" w:rsidP="000A4018">
            <w:pPr>
              <w:ind w:right="666"/>
              <w:jc w:val="center"/>
            </w:pPr>
            <w:r w:rsidRPr="00A472A2">
              <w:rPr>
                <w:noProof/>
              </w:rPr>
              <w:drawing>
                <wp:inline distT="0" distB="0" distL="0" distR="0" wp14:anchorId="476EEAF5" wp14:editId="20A3A75D">
                  <wp:extent cx="1604319" cy="1562100"/>
                  <wp:effectExtent l="0" t="0" r="0" b="0"/>
                  <wp:docPr id="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0202" cy="1567828"/>
                          </a:xfrm>
                          <a:prstGeom prst="rect">
                            <a:avLst/>
                          </a:prstGeom>
                          <a:solidFill>
                            <a:srgbClr val="FFFFFF"/>
                          </a:solidFill>
                          <a:ln>
                            <a:noFill/>
                          </a:ln>
                        </pic:spPr>
                      </pic:pic>
                    </a:graphicData>
                  </a:graphic>
                </wp:inline>
              </w:drawing>
            </w:r>
          </w:p>
        </w:tc>
      </w:tr>
      <w:tr w:rsidR="00BF4423" w:rsidRPr="00BF4423" w14:paraId="1FC265D7" w14:textId="77777777" w:rsidTr="00C24161">
        <w:trPr>
          <w:trHeight w:val="2880"/>
          <w:jc w:val="center"/>
        </w:trPr>
        <w:tc>
          <w:tcPr>
            <w:tcW w:w="5000" w:type="pct"/>
          </w:tcPr>
          <w:p w14:paraId="3048E1AC" w14:textId="77777777" w:rsidR="00BF4423" w:rsidRPr="00BD37C2" w:rsidRDefault="00BF4423" w:rsidP="00222F78">
            <w:pPr>
              <w:pStyle w:val="NoSpacing"/>
              <w:spacing w:before="100" w:beforeAutospacing="1"/>
              <w:ind w:right="666"/>
              <w:rPr>
                <w:sz w:val="80"/>
                <w:szCs w:val="80"/>
              </w:rPr>
            </w:pPr>
          </w:p>
          <w:p w14:paraId="77064378" w14:textId="58AA07C6" w:rsidR="00BF4423" w:rsidRPr="00BD37C2" w:rsidRDefault="00BF4423" w:rsidP="000A4018">
            <w:pPr>
              <w:pStyle w:val="NoSpacing"/>
              <w:spacing w:before="100" w:beforeAutospacing="1"/>
              <w:ind w:right="666"/>
              <w:jc w:val="center"/>
              <w:rPr>
                <w:sz w:val="80"/>
                <w:szCs w:val="80"/>
              </w:rPr>
            </w:pPr>
            <w:r w:rsidRPr="00BD37C2">
              <w:rPr>
                <w:sz w:val="80"/>
                <w:szCs w:val="80"/>
              </w:rPr>
              <w:t>Lab Manual 1</w:t>
            </w:r>
            <w:r w:rsidR="00687B29">
              <w:rPr>
                <w:sz w:val="80"/>
                <w:szCs w:val="80"/>
              </w:rPr>
              <w:t>.1</w:t>
            </w:r>
          </w:p>
          <w:p w14:paraId="46575771" w14:textId="699DCB1D" w:rsidR="00BF4423" w:rsidRPr="00BF4423" w:rsidRDefault="004326E5" w:rsidP="00BD74D6">
            <w:pPr>
              <w:pStyle w:val="NoSpacing"/>
              <w:spacing w:before="100" w:beforeAutospacing="1"/>
              <w:ind w:right="666"/>
              <w:jc w:val="center"/>
              <w:rPr>
                <w:rFonts w:eastAsia="DejaVu Sans"/>
                <w:kern w:val="2"/>
                <w:sz w:val="32"/>
                <w:szCs w:val="32"/>
                <w:lang w:eastAsia="hi-IN" w:bidi="hi-IN"/>
              </w:rPr>
            </w:pPr>
            <w:r>
              <w:rPr>
                <w:sz w:val="32"/>
                <w:szCs w:val="32"/>
              </w:rPr>
              <w:t xml:space="preserve">    </w:t>
            </w:r>
            <w:r w:rsidR="00BF4423" w:rsidRPr="00BD37C2">
              <w:rPr>
                <w:sz w:val="32"/>
                <w:szCs w:val="32"/>
              </w:rPr>
              <w:t xml:space="preserve">“Introduction to </w:t>
            </w:r>
            <w:r w:rsidR="00BD74D6">
              <w:rPr>
                <w:sz w:val="32"/>
                <w:szCs w:val="32"/>
              </w:rPr>
              <w:t>ASP.net</w:t>
            </w:r>
            <w:r w:rsidR="008106BE">
              <w:rPr>
                <w:sz w:val="32"/>
                <w:szCs w:val="32"/>
              </w:rPr>
              <w:t>, HTML</w:t>
            </w:r>
            <w:r w:rsidR="00BF4423" w:rsidRPr="00BD37C2">
              <w:rPr>
                <w:sz w:val="32"/>
                <w:szCs w:val="32"/>
              </w:rPr>
              <w:t>”</w:t>
            </w:r>
          </w:p>
        </w:tc>
      </w:tr>
      <w:tr w:rsidR="00BF4423" w:rsidRPr="00BF4423" w14:paraId="7777100B" w14:textId="77777777" w:rsidTr="00C24161">
        <w:trPr>
          <w:trHeight w:val="80"/>
          <w:jc w:val="center"/>
        </w:trPr>
        <w:tc>
          <w:tcPr>
            <w:tcW w:w="5000" w:type="pct"/>
          </w:tcPr>
          <w:p w14:paraId="7FC9B022" w14:textId="77777777" w:rsidR="00BF4423" w:rsidRPr="00BD37C2" w:rsidRDefault="00BF4423" w:rsidP="000A4018">
            <w:pPr>
              <w:pStyle w:val="NoSpacing"/>
              <w:tabs>
                <w:tab w:val="left" w:pos="3465"/>
              </w:tabs>
              <w:ind w:right="666"/>
              <w:rPr>
                <w:sz w:val="18"/>
                <w:szCs w:val="18"/>
              </w:rPr>
            </w:pPr>
            <w:r w:rsidRPr="00BD37C2">
              <w:rPr>
                <w:sz w:val="18"/>
                <w:szCs w:val="18"/>
              </w:rPr>
              <w:tab/>
            </w:r>
          </w:p>
        </w:tc>
      </w:tr>
      <w:tr w:rsidR="00BF4423" w:rsidRPr="00BF4423" w14:paraId="3F115761" w14:textId="77777777" w:rsidTr="00336088">
        <w:trPr>
          <w:trHeight w:val="837"/>
          <w:jc w:val="center"/>
        </w:trPr>
        <w:tc>
          <w:tcPr>
            <w:tcW w:w="5000" w:type="pct"/>
            <w:vAlign w:val="center"/>
          </w:tcPr>
          <w:p w14:paraId="2DAF7467" w14:textId="1DC4E98D" w:rsidR="00BF4423" w:rsidRPr="00BD37C2" w:rsidRDefault="00BF4423" w:rsidP="000A4018">
            <w:pPr>
              <w:pStyle w:val="NoSpacing"/>
              <w:ind w:right="666"/>
              <w:jc w:val="center"/>
              <w:rPr>
                <w:sz w:val="44"/>
                <w:szCs w:val="44"/>
              </w:rPr>
            </w:pPr>
            <w:r w:rsidRPr="00BD37C2">
              <w:rPr>
                <w:sz w:val="44"/>
                <w:szCs w:val="44"/>
              </w:rPr>
              <w:t>Database Systems</w:t>
            </w:r>
            <w:r w:rsidR="00B96C96">
              <w:rPr>
                <w:sz w:val="44"/>
                <w:szCs w:val="44"/>
              </w:rPr>
              <w:t xml:space="preserve"> Lab</w:t>
            </w:r>
          </w:p>
        </w:tc>
      </w:tr>
      <w:tr w:rsidR="00BF4423" w:rsidRPr="00BF4423" w14:paraId="7CF2426C" w14:textId="77777777" w:rsidTr="00C24161">
        <w:trPr>
          <w:trHeight w:val="638"/>
          <w:jc w:val="center"/>
        </w:trPr>
        <w:tc>
          <w:tcPr>
            <w:tcW w:w="5000" w:type="pct"/>
            <w:vAlign w:val="center"/>
          </w:tcPr>
          <w:p w14:paraId="1751F46A" w14:textId="7E8FE4B3" w:rsidR="00BF4423" w:rsidRDefault="00336088" w:rsidP="000A4018">
            <w:pPr>
              <w:pStyle w:val="NoSpacing"/>
              <w:ind w:right="666"/>
              <w:jc w:val="center"/>
              <w:rPr>
                <w:sz w:val="32"/>
              </w:rPr>
            </w:pPr>
            <w:r>
              <w:rPr>
                <w:sz w:val="32"/>
              </w:rPr>
              <w:t>Spring</w:t>
            </w:r>
            <w:r w:rsidR="00063578">
              <w:rPr>
                <w:sz w:val="32"/>
              </w:rPr>
              <w:t xml:space="preserve"> 20</w:t>
            </w:r>
            <w:r w:rsidR="00076DC8">
              <w:rPr>
                <w:sz w:val="32"/>
              </w:rPr>
              <w:t>2</w:t>
            </w:r>
            <w:r>
              <w:rPr>
                <w:sz w:val="32"/>
              </w:rPr>
              <w:t>1</w:t>
            </w:r>
          </w:p>
          <w:p w14:paraId="3E1A479F" w14:textId="77777777" w:rsidR="00854EC0" w:rsidRDefault="00854EC0" w:rsidP="000A4018">
            <w:pPr>
              <w:pStyle w:val="NoSpacing"/>
              <w:ind w:right="666"/>
              <w:jc w:val="center"/>
              <w:rPr>
                <w:sz w:val="32"/>
              </w:rPr>
            </w:pPr>
          </w:p>
          <w:p w14:paraId="113A72AF" w14:textId="77777777" w:rsidR="00854EC0" w:rsidRDefault="00854EC0" w:rsidP="000A4018">
            <w:pPr>
              <w:pStyle w:val="NoSpacing"/>
              <w:ind w:right="666"/>
              <w:jc w:val="center"/>
              <w:rPr>
                <w:sz w:val="32"/>
              </w:rPr>
            </w:pPr>
          </w:p>
          <w:p w14:paraId="0A4E67D6" w14:textId="77777777" w:rsidR="00854EC0" w:rsidRPr="00BF4423" w:rsidRDefault="00854EC0" w:rsidP="000A4018">
            <w:pPr>
              <w:pStyle w:val="NoSpacing"/>
              <w:ind w:right="666"/>
              <w:jc w:val="center"/>
            </w:pPr>
          </w:p>
        </w:tc>
      </w:tr>
    </w:tbl>
    <w:p w14:paraId="74EB2696" w14:textId="77777777" w:rsidR="007A51D8" w:rsidRDefault="007A51D8"/>
    <w:p w14:paraId="7C344458" w14:textId="77777777" w:rsidR="00731DA9" w:rsidRDefault="00731DA9" w:rsidP="00854EC0">
      <w:pPr>
        <w:jc w:val="center"/>
      </w:pPr>
    </w:p>
    <w:p w14:paraId="7C2EEDE9" w14:textId="77777777" w:rsidR="00731DA9" w:rsidRDefault="00731DA9" w:rsidP="00854EC0">
      <w:pPr>
        <w:jc w:val="center"/>
      </w:pPr>
    </w:p>
    <w:p w14:paraId="2F69ECEC" w14:textId="77777777" w:rsidR="00731DA9" w:rsidRDefault="00731DA9" w:rsidP="00854EC0">
      <w:pPr>
        <w:jc w:val="center"/>
      </w:pPr>
    </w:p>
    <w:p w14:paraId="6B2A62AE" w14:textId="77777777" w:rsidR="00731DA9" w:rsidRDefault="00731DA9" w:rsidP="00D43BE2"/>
    <w:p w14:paraId="5418A326" w14:textId="77777777" w:rsidR="00731DA9" w:rsidRDefault="00731DA9" w:rsidP="00854EC0">
      <w:pPr>
        <w:jc w:val="center"/>
      </w:pPr>
    </w:p>
    <w:p w14:paraId="5037BF0C" w14:textId="77777777" w:rsidR="00731DA9" w:rsidRDefault="00731DA9" w:rsidP="00854EC0">
      <w:pPr>
        <w:jc w:val="center"/>
      </w:pPr>
    </w:p>
    <w:p w14:paraId="05A90BD3" w14:textId="77777777" w:rsidR="00731DA9" w:rsidRDefault="00731DA9" w:rsidP="00854EC0">
      <w:pPr>
        <w:jc w:val="center"/>
      </w:pPr>
    </w:p>
    <w:p w14:paraId="413756AC" w14:textId="77777777" w:rsidR="00854EC0" w:rsidRPr="00A323DF" w:rsidRDefault="00854EC0" w:rsidP="00854EC0">
      <w:pPr>
        <w:jc w:val="center"/>
      </w:pPr>
      <w:r w:rsidRPr="00A323DF">
        <w:t>Department of Computer Science</w:t>
      </w:r>
    </w:p>
    <w:p w14:paraId="31E5C841" w14:textId="7C0466E9" w:rsidR="00BF4423" w:rsidRPr="00BF4423" w:rsidRDefault="00854EC0" w:rsidP="00323611">
      <w:pPr>
        <w:jc w:val="center"/>
        <w:sectPr w:rsidR="00BF4423" w:rsidRPr="00BF4423" w:rsidSect="007A51D8">
          <w:pgSz w:w="12240" w:h="15840"/>
          <w:pgMar w:top="1440" w:right="1440" w:bottom="1440" w:left="1440" w:header="720" w:footer="720" w:gutter="0"/>
          <w:cols w:space="720"/>
          <w:docGrid w:linePitch="360"/>
        </w:sectPr>
      </w:pPr>
      <w:r w:rsidRPr="00A323DF">
        <w:t>FAST-NU, Lahore, Pakistan</w:t>
      </w:r>
    </w:p>
    <w:p w14:paraId="57402A06" w14:textId="77777777" w:rsidR="00BF4423" w:rsidRPr="00BF4423" w:rsidRDefault="00BF4423" w:rsidP="00BF4423">
      <w:pPr>
        <w:rPr>
          <w:b/>
          <w:sz w:val="32"/>
        </w:rPr>
      </w:pPr>
      <w:r w:rsidRPr="00BF4423">
        <w:rPr>
          <w:b/>
          <w:sz w:val="32"/>
        </w:rPr>
        <w:lastRenderedPageBreak/>
        <w:t>Table of Contents</w:t>
      </w:r>
    </w:p>
    <w:p w14:paraId="5398FBCC" w14:textId="77777777" w:rsidR="00F8333B" w:rsidRDefault="00BF4423">
      <w:pPr>
        <w:pStyle w:val="TOC1"/>
        <w:tabs>
          <w:tab w:val="left" w:pos="440"/>
          <w:tab w:val="right" w:leader="dot" w:pos="9350"/>
        </w:tabs>
        <w:rPr>
          <w:rFonts w:asciiTheme="minorHAnsi" w:eastAsiaTheme="minorEastAsia" w:hAnsiTheme="minorHAnsi" w:cstheme="minorBidi"/>
          <w:noProof/>
          <w:sz w:val="22"/>
        </w:rPr>
      </w:pPr>
      <w:r>
        <w:fldChar w:fldCharType="begin"/>
      </w:r>
      <w:r>
        <w:instrText xml:space="preserve"> TOC \o "1-3" \h \z \u </w:instrText>
      </w:r>
      <w:r>
        <w:fldChar w:fldCharType="separate"/>
      </w:r>
      <w:hyperlink w:anchor="_Toc421050498" w:history="1">
        <w:r w:rsidR="00F8333B" w:rsidRPr="00D1243F">
          <w:rPr>
            <w:rStyle w:val="Hyperlink"/>
            <w:noProof/>
          </w:rPr>
          <w:t>1</w:t>
        </w:r>
        <w:r w:rsidR="00F8333B">
          <w:rPr>
            <w:rFonts w:asciiTheme="minorHAnsi" w:eastAsiaTheme="minorEastAsia" w:hAnsiTheme="minorHAnsi" w:cstheme="minorBidi"/>
            <w:noProof/>
            <w:sz w:val="22"/>
          </w:rPr>
          <w:tab/>
        </w:r>
        <w:r w:rsidR="00F8333B" w:rsidRPr="00D1243F">
          <w:rPr>
            <w:rStyle w:val="Hyperlink"/>
            <w:noProof/>
          </w:rPr>
          <w:t>Objective</w:t>
        </w:r>
        <w:r w:rsidR="00F8333B">
          <w:rPr>
            <w:noProof/>
            <w:webHidden/>
          </w:rPr>
          <w:tab/>
        </w:r>
        <w:r w:rsidR="00F8333B">
          <w:rPr>
            <w:noProof/>
            <w:webHidden/>
          </w:rPr>
          <w:fldChar w:fldCharType="begin"/>
        </w:r>
        <w:r w:rsidR="00F8333B">
          <w:rPr>
            <w:noProof/>
            <w:webHidden/>
          </w:rPr>
          <w:instrText xml:space="preserve"> PAGEREF _Toc421050498 \h </w:instrText>
        </w:r>
        <w:r w:rsidR="00F8333B">
          <w:rPr>
            <w:noProof/>
            <w:webHidden/>
          </w:rPr>
        </w:r>
        <w:r w:rsidR="00F8333B">
          <w:rPr>
            <w:noProof/>
            <w:webHidden/>
          </w:rPr>
          <w:fldChar w:fldCharType="separate"/>
        </w:r>
        <w:r w:rsidR="00F8333B">
          <w:rPr>
            <w:noProof/>
            <w:webHidden/>
          </w:rPr>
          <w:t>2</w:t>
        </w:r>
        <w:r w:rsidR="00F8333B">
          <w:rPr>
            <w:noProof/>
            <w:webHidden/>
          </w:rPr>
          <w:fldChar w:fldCharType="end"/>
        </w:r>
      </w:hyperlink>
    </w:p>
    <w:p w14:paraId="2F00B639" w14:textId="77777777" w:rsidR="00F8333B" w:rsidRDefault="00D97CAA">
      <w:pPr>
        <w:pStyle w:val="TOC1"/>
        <w:tabs>
          <w:tab w:val="left" w:pos="440"/>
          <w:tab w:val="right" w:leader="dot" w:pos="9350"/>
        </w:tabs>
        <w:rPr>
          <w:rFonts w:asciiTheme="minorHAnsi" w:eastAsiaTheme="minorEastAsia" w:hAnsiTheme="minorHAnsi" w:cstheme="minorBidi"/>
          <w:noProof/>
          <w:sz w:val="22"/>
        </w:rPr>
      </w:pPr>
      <w:hyperlink w:anchor="_Toc421050499" w:history="1">
        <w:r w:rsidR="00F8333B" w:rsidRPr="00D1243F">
          <w:rPr>
            <w:rStyle w:val="Hyperlink"/>
            <w:noProof/>
          </w:rPr>
          <w:t>2</w:t>
        </w:r>
        <w:r w:rsidR="00F8333B">
          <w:rPr>
            <w:rFonts w:asciiTheme="minorHAnsi" w:eastAsiaTheme="minorEastAsia" w:hAnsiTheme="minorHAnsi" w:cstheme="minorBidi"/>
            <w:noProof/>
            <w:sz w:val="22"/>
          </w:rPr>
          <w:tab/>
        </w:r>
        <w:r w:rsidR="00F8333B" w:rsidRPr="00D1243F">
          <w:rPr>
            <w:rStyle w:val="Hyperlink"/>
            <w:noProof/>
          </w:rPr>
          <w:t>Task Distribution</w:t>
        </w:r>
        <w:r w:rsidR="00F8333B">
          <w:rPr>
            <w:noProof/>
            <w:webHidden/>
          </w:rPr>
          <w:tab/>
        </w:r>
        <w:r w:rsidR="00F8333B">
          <w:rPr>
            <w:noProof/>
            <w:webHidden/>
          </w:rPr>
          <w:fldChar w:fldCharType="begin"/>
        </w:r>
        <w:r w:rsidR="00F8333B">
          <w:rPr>
            <w:noProof/>
            <w:webHidden/>
          </w:rPr>
          <w:instrText xml:space="preserve"> PAGEREF _Toc421050499 \h </w:instrText>
        </w:r>
        <w:r w:rsidR="00F8333B">
          <w:rPr>
            <w:noProof/>
            <w:webHidden/>
          </w:rPr>
        </w:r>
        <w:r w:rsidR="00F8333B">
          <w:rPr>
            <w:noProof/>
            <w:webHidden/>
          </w:rPr>
          <w:fldChar w:fldCharType="separate"/>
        </w:r>
        <w:r w:rsidR="00F8333B">
          <w:rPr>
            <w:noProof/>
            <w:webHidden/>
          </w:rPr>
          <w:t>2</w:t>
        </w:r>
        <w:r w:rsidR="00F8333B">
          <w:rPr>
            <w:noProof/>
            <w:webHidden/>
          </w:rPr>
          <w:fldChar w:fldCharType="end"/>
        </w:r>
      </w:hyperlink>
    </w:p>
    <w:p w14:paraId="495B7EE0" w14:textId="77777777" w:rsidR="00F8333B" w:rsidRDefault="00D97CAA">
      <w:pPr>
        <w:pStyle w:val="TOC1"/>
        <w:tabs>
          <w:tab w:val="left" w:pos="440"/>
          <w:tab w:val="right" w:leader="dot" w:pos="9350"/>
        </w:tabs>
        <w:rPr>
          <w:rFonts w:asciiTheme="minorHAnsi" w:eastAsiaTheme="minorEastAsia" w:hAnsiTheme="minorHAnsi" w:cstheme="minorBidi"/>
          <w:noProof/>
          <w:sz w:val="22"/>
        </w:rPr>
      </w:pPr>
      <w:hyperlink w:anchor="_Toc421050500" w:history="1">
        <w:r w:rsidR="00F8333B" w:rsidRPr="00D1243F">
          <w:rPr>
            <w:rStyle w:val="Hyperlink"/>
            <w:noProof/>
          </w:rPr>
          <w:t>3</w:t>
        </w:r>
        <w:r w:rsidR="00F8333B">
          <w:rPr>
            <w:rFonts w:asciiTheme="minorHAnsi" w:eastAsiaTheme="minorEastAsia" w:hAnsiTheme="minorHAnsi" w:cstheme="minorBidi"/>
            <w:noProof/>
            <w:sz w:val="22"/>
          </w:rPr>
          <w:tab/>
        </w:r>
        <w:r w:rsidR="00F8333B" w:rsidRPr="00D1243F">
          <w:rPr>
            <w:rStyle w:val="Hyperlink"/>
            <w:noProof/>
          </w:rPr>
          <w:t>HTML</w:t>
        </w:r>
        <w:r w:rsidR="00F8333B">
          <w:rPr>
            <w:noProof/>
            <w:webHidden/>
          </w:rPr>
          <w:tab/>
        </w:r>
        <w:r w:rsidR="00F8333B">
          <w:rPr>
            <w:noProof/>
            <w:webHidden/>
          </w:rPr>
          <w:fldChar w:fldCharType="begin"/>
        </w:r>
        <w:r w:rsidR="00F8333B">
          <w:rPr>
            <w:noProof/>
            <w:webHidden/>
          </w:rPr>
          <w:instrText xml:space="preserve"> PAGEREF _Toc421050500 \h </w:instrText>
        </w:r>
        <w:r w:rsidR="00F8333B">
          <w:rPr>
            <w:noProof/>
            <w:webHidden/>
          </w:rPr>
        </w:r>
        <w:r w:rsidR="00F8333B">
          <w:rPr>
            <w:noProof/>
            <w:webHidden/>
          </w:rPr>
          <w:fldChar w:fldCharType="separate"/>
        </w:r>
        <w:r w:rsidR="00F8333B">
          <w:rPr>
            <w:noProof/>
            <w:webHidden/>
          </w:rPr>
          <w:t>3</w:t>
        </w:r>
        <w:r w:rsidR="00F8333B">
          <w:rPr>
            <w:noProof/>
            <w:webHidden/>
          </w:rPr>
          <w:fldChar w:fldCharType="end"/>
        </w:r>
      </w:hyperlink>
    </w:p>
    <w:p w14:paraId="561F2CDE" w14:textId="77777777" w:rsidR="00F8333B" w:rsidRDefault="00D97CAA">
      <w:pPr>
        <w:pStyle w:val="TOC2"/>
        <w:tabs>
          <w:tab w:val="left" w:pos="880"/>
          <w:tab w:val="right" w:leader="dot" w:pos="9350"/>
        </w:tabs>
        <w:rPr>
          <w:rFonts w:asciiTheme="minorHAnsi" w:eastAsiaTheme="minorEastAsia" w:hAnsiTheme="minorHAnsi" w:cstheme="minorBidi"/>
          <w:noProof/>
          <w:sz w:val="22"/>
        </w:rPr>
      </w:pPr>
      <w:hyperlink w:anchor="_Toc421050501" w:history="1">
        <w:r w:rsidR="00F8333B" w:rsidRPr="00D1243F">
          <w:rPr>
            <w:rStyle w:val="Hyperlink"/>
            <w:noProof/>
          </w:rPr>
          <w:t>1.1.</w:t>
        </w:r>
        <w:r w:rsidR="00F8333B">
          <w:rPr>
            <w:rFonts w:asciiTheme="minorHAnsi" w:eastAsiaTheme="minorEastAsia" w:hAnsiTheme="minorHAnsi" w:cstheme="minorBidi"/>
            <w:noProof/>
            <w:sz w:val="22"/>
          </w:rPr>
          <w:tab/>
        </w:r>
        <w:r w:rsidR="00F8333B" w:rsidRPr="00D1243F">
          <w:rPr>
            <w:rStyle w:val="Hyperlink"/>
            <w:noProof/>
          </w:rPr>
          <w:t>What is HTML?</w:t>
        </w:r>
        <w:r w:rsidR="00F8333B">
          <w:rPr>
            <w:noProof/>
            <w:webHidden/>
          </w:rPr>
          <w:tab/>
        </w:r>
        <w:r w:rsidR="00F8333B">
          <w:rPr>
            <w:noProof/>
            <w:webHidden/>
          </w:rPr>
          <w:fldChar w:fldCharType="begin"/>
        </w:r>
        <w:r w:rsidR="00F8333B">
          <w:rPr>
            <w:noProof/>
            <w:webHidden/>
          </w:rPr>
          <w:instrText xml:space="preserve"> PAGEREF _Toc421050501 \h </w:instrText>
        </w:r>
        <w:r w:rsidR="00F8333B">
          <w:rPr>
            <w:noProof/>
            <w:webHidden/>
          </w:rPr>
        </w:r>
        <w:r w:rsidR="00F8333B">
          <w:rPr>
            <w:noProof/>
            <w:webHidden/>
          </w:rPr>
          <w:fldChar w:fldCharType="separate"/>
        </w:r>
        <w:r w:rsidR="00F8333B">
          <w:rPr>
            <w:noProof/>
            <w:webHidden/>
          </w:rPr>
          <w:t>3</w:t>
        </w:r>
        <w:r w:rsidR="00F8333B">
          <w:rPr>
            <w:noProof/>
            <w:webHidden/>
          </w:rPr>
          <w:fldChar w:fldCharType="end"/>
        </w:r>
      </w:hyperlink>
    </w:p>
    <w:p w14:paraId="05092428" w14:textId="77777777" w:rsidR="00F8333B" w:rsidRDefault="00D97CAA">
      <w:pPr>
        <w:pStyle w:val="TOC2"/>
        <w:tabs>
          <w:tab w:val="left" w:pos="880"/>
          <w:tab w:val="right" w:leader="dot" w:pos="9350"/>
        </w:tabs>
        <w:rPr>
          <w:rFonts w:asciiTheme="minorHAnsi" w:eastAsiaTheme="minorEastAsia" w:hAnsiTheme="minorHAnsi" w:cstheme="minorBidi"/>
          <w:noProof/>
          <w:sz w:val="22"/>
        </w:rPr>
      </w:pPr>
      <w:hyperlink w:anchor="_Toc421050502" w:history="1">
        <w:r w:rsidR="00F8333B" w:rsidRPr="00D1243F">
          <w:rPr>
            <w:rStyle w:val="Hyperlink"/>
            <w:noProof/>
          </w:rPr>
          <w:t>1.2.</w:t>
        </w:r>
        <w:r w:rsidR="00F8333B">
          <w:rPr>
            <w:rFonts w:asciiTheme="minorHAnsi" w:eastAsiaTheme="minorEastAsia" w:hAnsiTheme="minorHAnsi" w:cstheme="minorBidi"/>
            <w:noProof/>
            <w:sz w:val="22"/>
          </w:rPr>
          <w:tab/>
        </w:r>
        <w:r w:rsidR="00F8333B" w:rsidRPr="00D1243F">
          <w:rPr>
            <w:rStyle w:val="Hyperlink"/>
            <w:noProof/>
          </w:rPr>
          <w:t>HTML Tags</w:t>
        </w:r>
        <w:r w:rsidR="00F8333B">
          <w:rPr>
            <w:noProof/>
            <w:webHidden/>
          </w:rPr>
          <w:tab/>
        </w:r>
        <w:r w:rsidR="00F8333B">
          <w:rPr>
            <w:noProof/>
            <w:webHidden/>
          </w:rPr>
          <w:fldChar w:fldCharType="begin"/>
        </w:r>
        <w:r w:rsidR="00F8333B">
          <w:rPr>
            <w:noProof/>
            <w:webHidden/>
          </w:rPr>
          <w:instrText xml:space="preserve"> PAGEREF _Toc421050502 \h </w:instrText>
        </w:r>
        <w:r w:rsidR="00F8333B">
          <w:rPr>
            <w:noProof/>
            <w:webHidden/>
          </w:rPr>
        </w:r>
        <w:r w:rsidR="00F8333B">
          <w:rPr>
            <w:noProof/>
            <w:webHidden/>
          </w:rPr>
          <w:fldChar w:fldCharType="separate"/>
        </w:r>
        <w:r w:rsidR="00F8333B">
          <w:rPr>
            <w:noProof/>
            <w:webHidden/>
          </w:rPr>
          <w:t>3</w:t>
        </w:r>
        <w:r w:rsidR="00F8333B">
          <w:rPr>
            <w:noProof/>
            <w:webHidden/>
          </w:rPr>
          <w:fldChar w:fldCharType="end"/>
        </w:r>
      </w:hyperlink>
    </w:p>
    <w:p w14:paraId="4ABCCE66" w14:textId="77777777" w:rsidR="00F8333B" w:rsidRDefault="00D97CAA">
      <w:pPr>
        <w:pStyle w:val="TOC2"/>
        <w:tabs>
          <w:tab w:val="left" w:pos="880"/>
          <w:tab w:val="right" w:leader="dot" w:pos="9350"/>
        </w:tabs>
        <w:rPr>
          <w:rFonts w:asciiTheme="minorHAnsi" w:eastAsiaTheme="minorEastAsia" w:hAnsiTheme="minorHAnsi" w:cstheme="minorBidi"/>
          <w:noProof/>
          <w:sz w:val="22"/>
        </w:rPr>
      </w:pPr>
      <w:hyperlink w:anchor="_Toc421050503" w:history="1">
        <w:r w:rsidR="00F8333B" w:rsidRPr="00D1243F">
          <w:rPr>
            <w:rStyle w:val="Hyperlink"/>
            <w:noProof/>
          </w:rPr>
          <w:t>1.3.</w:t>
        </w:r>
        <w:r w:rsidR="00F8333B">
          <w:rPr>
            <w:rFonts w:asciiTheme="minorHAnsi" w:eastAsiaTheme="minorEastAsia" w:hAnsiTheme="minorHAnsi" w:cstheme="minorBidi"/>
            <w:noProof/>
            <w:sz w:val="22"/>
          </w:rPr>
          <w:tab/>
        </w:r>
        <w:r w:rsidR="00F8333B" w:rsidRPr="00D1243F">
          <w:rPr>
            <w:rStyle w:val="Hyperlink"/>
            <w:noProof/>
          </w:rPr>
          <w:t>Web Browsers</w:t>
        </w:r>
        <w:r w:rsidR="00F8333B">
          <w:rPr>
            <w:noProof/>
            <w:webHidden/>
          </w:rPr>
          <w:tab/>
        </w:r>
        <w:r w:rsidR="00F8333B">
          <w:rPr>
            <w:noProof/>
            <w:webHidden/>
          </w:rPr>
          <w:fldChar w:fldCharType="begin"/>
        </w:r>
        <w:r w:rsidR="00F8333B">
          <w:rPr>
            <w:noProof/>
            <w:webHidden/>
          </w:rPr>
          <w:instrText xml:space="preserve"> PAGEREF _Toc421050503 \h </w:instrText>
        </w:r>
        <w:r w:rsidR="00F8333B">
          <w:rPr>
            <w:noProof/>
            <w:webHidden/>
          </w:rPr>
        </w:r>
        <w:r w:rsidR="00F8333B">
          <w:rPr>
            <w:noProof/>
            <w:webHidden/>
          </w:rPr>
          <w:fldChar w:fldCharType="separate"/>
        </w:r>
        <w:r w:rsidR="00F8333B">
          <w:rPr>
            <w:noProof/>
            <w:webHidden/>
          </w:rPr>
          <w:t>3</w:t>
        </w:r>
        <w:r w:rsidR="00F8333B">
          <w:rPr>
            <w:noProof/>
            <w:webHidden/>
          </w:rPr>
          <w:fldChar w:fldCharType="end"/>
        </w:r>
      </w:hyperlink>
    </w:p>
    <w:p w14:paraId="4846FDEA" w14:textId="77777777" w:rsidR="00F8333B" w:rsidRDefault="00D97CAA">
      <w:pPr>
        <w:pStyle w:val="TOC2"/>
        <w:tabs>
          <w:tab w:val="left" w:pos="880"/>
          <w:tab w:val="right" w:leader="dot" w:pos="9350"/>
        </w:tabs>
        <w:rPr>
          <w:rFonts w:asciiTheme="minorHAnsi" w:eastAsiaTheme="minorEastAsia" w:hAnsiTheme="minorHAnsi" w:cstheme="minorBidi"/>
          <w:noProof/>
          <w:sz w:val="22"/>
        </w:rPr>
      </w:pPr>
      <w:hyperlink w:anchor="_Toc421050504" w:history="1">
        <w:r w:rsidR="00F8333B" w:rsidRPr="00D1243F">
          <w:rPr>
            <w:rStyle w:val="Hyperlink"/>
            <w:noProof/>
          </w:rPr>
          <w:t>1.4.</w:t>
        </w:r>
        <w:r w:rsidR="00F8333B">
          <w:rPr>
            <w:rFonts w:asciiTheme="minorHAnsi" w:eastAsiaTheme="minorEastAsia" w:hAnsiTheme="minorHAnsi" w:cstheme="minorBidi"/>
            <w:noProof/>
            <w:sz w:val="22"/>
          </w:rPr>
          <w:tab/>
        </w:r>
        <w:r w:rsidR="00F8333B" w:rsidRPr="00D1243F">
          <w:rPr>
            <w:rStyle w:val="Hyperlink"/>
            <w:noProof/>
          </w:rPr>
          <w:t>HTML ELEMENTS</w:t>
        </w:r>
        <w:r w:rsidR="00F8333B">
          <w:rPr>
            <w:noProof/>
            <w:webHidden/>
          </w:rPr>
          <w:tab/>
        </w:r>
        <w:r w:rsidR="00F8333B">
          <w:rPr>
            <w:noProof/>
            <w:webHidden/>
          </w:rPr>
          <w:fldChar w:fldCharType="begin"/>
        </w:r>
        <w:r w:rsidR="00F8333B">
          <w:rPr>
            <w:noProof/>
            <w:webHidden/>
          </w:rPr>
          <w:instrText xml:space="preserve"> PAGEREF _Toc421050504 \h </w:instrText>
        </w:r>
        <w:r w:rsidR="00F8333B">
          <w:rPr>
            <w:noProof/>
            <w:webHidden/>
          </w:rPr>
        </w:r>
        <w:r w:rsidR="00F8333B">
          <w:rPr>
            <w:noProof/>
            <w:webHidden/>
          </w:rPr>
          <w:fldChar w:fldCharType="separate"/>
        </w:r>
        <w:r w:rsidR="00F8333B">
          <w:rPr>
            <w:noProof/>
            <w:webHidden/>
          </w:rPr>
          <w:t>4</w:t>
        </w:r>
        <w:r w:rsidR="00F8333B">
          <w:rPr>
            <w:noProof/>
            <w:webHidden/>
          </w:rPr>
          <w:fldChar w:fldCharType="end"/>
        </w:r>
      </w:hyperlink>
    </w:p>
    <w:p w14:paraId="6687D232" w14:textId="77777777" w:rsidR="00F8333B" w:rsidRDefault="00D97CAA">
      <w:pPr>
        <w:pStyle w:val="TOC2"/>
        <w:tabs>
          <w:tab w:val="left" w:pos="880"/>
          <w:tab w:val="right" w:leader="dot" w:pos="9350"/>
        </w:tabs>
        <w:rPr>
          <w:rFonts w:asciiTheme="minorHAnsi" w:eastAsiaTheme="minorEastAsia" w:hAnsiTheme="minorHAnsi" w:cstheme="minorBidi"/>
          <w:noProof/>
          <w:sz w:val="22"/>
        </w:rPr>
      </w:pPr>
      <w:hyperlink w:anchor="_Toc421050505" w:history="1">
        <w:r w:rsidR="00F8333B" w:rsidRPr="00D1243F">
          <w:rPr>
            <w:rStyle w:val="Hyperlink"/>
            <w:noProof/>
          </w:rPr>
          <w:t>1.5.</w:t>
        </w:r>
        <w:r w:rsidR="00F8333B">
          <w:rPr>
            <w:rFonts w:asciiTheme="minorHAnsi" w:eastAsiaTheme="minorEastAsia" w:hAnsiTheme="minorHAnsi" w:cstheme="minorBidi"/>
            <w:noProof/>
            <w:sz w:val="22"/>
          </w:rPr>
          <w:tab/>
        </w:r>
        <w:r w:rsidR="00F8333B" w:rsidRPr="00D1243F">
          <w:rPr>
            <w:rStyle w:val="Hyperlink"/>
            <w:noProof/>
          </w:rPr>
          <w:t>HTML Headings</w:t>
        </w:r>
        <w:r w:rsidR="00F8333B">
          <w:rPr>
            <w:noProof/>
            <w:webHidden/>
          </w:rPr>
          <w:tab/>
        </w:r>
        <w:r w:rsidR="00F8333B">
          <w:rPr>
            <w:noProof/>
            <w:webHidden/>
          </w:rPr>
          <w:fldChar w:fldCharType="begin"/>
        </w:r>
        <w:r w:rsidR="00F8333B">
          <w:rPr>
            <w:noProof/>
            <w:webHidden/>
          </w:rPr>
          <w:instrText xml:space="preserve"> PAGEREF _Toc421050505 \h </w:instrText>
        </w:r>
        <w:r w:rsidR="00F8333B">
          <w:rPr>
            <w:noProof/>
            <w:webHidden/>
          </w:rPr>
        </w:r>
        <w:r w:rsidR="00F8333B">
          <w:rPr>
            <w:noProof/>
            <w:webHidden/>
          </w:rPr>
          <w:fldChar w:fldCharType="separate"/>
        </w:r>
        <w:r w:rsidR="00F8333B">
          <w:rPr>
            <w:noProof/>
            <w:webHidden/>
          </w:rPr>
          <w:t>4</w:t>
        </w:r>
        <w:r w:rsidR="00F8333B">
          <w:rPr>
            <w:noProof/>
            <w:webHidden/>
          </w:rPr>
          <w:fldChar w:fldCharType="end"/>
        </w:r>
      </w:hyperlink>
    </w:p>
    <w:p w14:paraId="0397C05A" w14:textId="77777777" w:rsidR="00F8333B" w:rsidRDefault="00D97CAA">
      <w:pPr>
        <w:pStyle w:val="TOC1"/>
        <w:tabs>
          <w:tab w:val="left" w:pos="440"/>
          <w:tab w:val="right" w:leader="dot" w:pos="9350"/>
        </w:tabs>
        <w:rPr>
          <w:rFonts w:asciiTheme="minorHAnsi" w:eastAsiaTheme="minorEastAsia" w:hAnsiTheme="minorHAnsi" w:cstheme="minorBidi"/>
          <w:noProof/>
          <w:sz w:val="22"/>
        </w:rPr>
      </w:pPr>
      <w:hyperlink w:anchor="_Toc421050506" w:history="1">
        <w:r w:rsidR="00F8333B" w:rsidRPr="00D1243F">
          <w:rPr>
            <w:rStyle w:val="Hyperlink"/>
            <w:noProof/>
          </w:rPr>
          <w:t>4</w:t>
        </w:r>
        <w:r w:rsidR="00F8333B">
          <w:rPr>
            <w:rFonts w:asciiTheme="minorHAnsi" w:eastAsiaTheme="minorEastAsia" w:hAnsiTheme="minorHAnsi" w:cstheme="minorBidi"/>
            <w:noProof/>
            <w:sz w:val="22"/>
          </w:rPr>
          <w:tab/>
        </w:r>
        <w:r w:rsidR="00F8333B" w:rsidRPr="00D1243F">
          <w:rPr>
            <w:rStyle w:val="Hyperlink"/>
            <w:noProof/>
          </w:rPr>
          <w:t>Creating ASP.Net Web form using Visual Studio</w:t>
        </w:r>
        <w:r w:rsidR="00F8333B">
          <w:rPr>
            <w:noProof/>
            <w:webHidden/>
          </w:rPr>
          <w:tab/>
        </w:r>
        <w:r w:rsidR="00F8333B">
          <w:rPr>
            <w:noProof/>
            <w:webHidden/>
          </w:rPr>
          <w:fldChar w:fldCharType="begin"/>
        </w:r>
        <w:r w:rsidR="00F8333B">
          <w:rPr>
            <w:noProof/>
            <w:webHidden/>
          </w:rPr>
          <w:instrText xml:space="preserve"> PAGEREF _Toc421050506 \h </w:instrText>
        </w:r>
        <w:r w:rsidR="00F8333B">
          <w:rPr>
            <w:noProof/>
            <w:webHidden/>
          </w:rPr>
        </w:r>
        <w:r w:rsidR="00F8333B">
          <w:rPr>
            <w:noProof/>
            <w:webHidden/>
          </w:rPr>
          <w:fldChar w:fldCharType="separate"/>
        </w:r>
        <w:r w:rsidR="00F8333B">
          <w:rPr>
            <w:noProof/>
            <w:webHidden/>
          </w:rPr>
          <w:t>4</w:t>
        </w:r>
        <w:r w:rsidR="00F8333B">
          <w:rPr>
            <w:noProof/>
            <w:webHidden/>
          </w:rPr>
          <w:fldChar w:fldCharType="end"/>
        </w:r>
      </w:hyperlink>
    </w:p>
    <w:p w14:paraId="6FBAFDA8" w14:textId="77777777" w:rsidR="00F8333B" w:rsidRDefault="00D97CAA">
      <w:pPr>
        <w:pStyle w:val="TOC2"/>
        <w:tabs>
          <w:tab w:val="left" w:pos="880"/>
          <w:tab w:val="right" w:leader="dot" w:pos="9350"/>
        </w:tabs>
        <w:rPr>
          <w:rFonts w:asciiTheme="minorHAnsi" w:eastAsiaTheme="minorEastAsia" w:hAnsiTheme="minorHAnsi" w:cstheme="minorBidi"/>
          <w:noProof/>
          <w:sz w:val="22"/>
        </w:rPr>
      </w:pPr>
      <w:hyperlink w:anchor="_Toc421050507" w:history="1">
        <w:r w:rsidR="00F8333B" w:rsidRPr="00D1243F">
          <w:rPr>
            <w:rStyle w:val="Hyperlink"/>
            <w:noProof/>
          </w:rPr>
          <w:t>4.1</w:t>
        </w:r>
        <w:r w:rsidR="00F8333B">
          <w:rPr>
            <w:rFonts w:asciiTheme="minorHAnsi" w:eastAsiaTheme="minorEastAsia" w:hAnsiTheme="minorHAnsi" w:cstheme="minorBidi"/>
            <w:noProof/>
            <w:sz w:val="22"/>
          </w:rPr>
          <w:tab/>
        </w:r>
        <w:r w:rsidR="00F8333B" w:rsidRPr="00D1243F">
          <w:rPr>
            <w:rStyle w:val="Hyperlink"/>
            <w:noProof/>
          </w:rPr>
          <w:t>ASP CONTROLS (Similar behavior to HTML elements)</w:t>
        </w:r>
        <w:r w:rsidR="00F8333B">
          <w:rPr>
            <w:noProof/>
            <w:webHidden/>
          </w:rPr>
          <w:tab/>
        </w:r>
        <w:r w:rsidR="00F8333B">
          <w:rPr>
            <w:noProof/>
            <w:webHidden/>
          </w:rPr>
          <w:fldChar w:fldCharType="begin"/>
        </w:r>
        <w:r w:rsidR="00F8333B">
          <w:rPr>
            <w:noProof/>
            <w:webHidden/>
          </w:rPr>
          <w:instrText xml:space="preserve"> PAGEREF _Toc421050507 \h </w:instrText>
        </w:r>
        <w:r w:rsidR="00F8333B">
          <w:rPr>
            <w:noProof/>
            <w:webHidden/>
          </w:rPr>
        </w:r>
        <w:r w:rsidR="00F8333B">
          <w:rPr>
            <w:noProof/>
            <w:webHidden/>
          </w:rPr>
          <w:fldChar w:fldCharType="separate"/>
        </w:r>
        <w:r w:rsidR="00F8333B">
          <w:rPr>
            <w:noProof/>
            <w:webHidden/>
          </w:rPr>
          <w:t>8</w:t>
        </w:r>
        <w:r w:rsidR="00F8333B">
          <w:rPr>
            <w:noProof/>
            <w:webHidden/>
          </w:rPr>
          <w:fldChar w:fldCharType="end"/>
        </w:r>
      </w:hyperlink>
    </w:p>
    <w:p w14:paraId="73A20260" w14:textId="77777777" w:rsidR="00F8333B" w:rsidRDefault="00D97CAA">
      <w:pPr>
        <w:pStyle w:val="TOC2"/>
        <w:tabs>
          <w:tab w:val="left" w:pos="880"/>
          <w:tab w:val="right" w:leader="dot" w:pos="9350"/>
        </w:tabs>
        <w:rPr>
          <w:rFonts w:asciiTheme="minorHAnsi" w:eastAsiaTheme="minorEastAsia" w:hAnsiTheme="minorHAnsi" w:cstheme="minorBidi"/>
          <w:noProof/>
          <w:sz w:val="22"/>
        </w:rPr>
      </w:pPr>
      <w:hyperlink w:anchor="_Toc421050508" w:history="1">
        <w:r w:rsidR="00F8333B" w:rsidRPr="00D1243F">
          <w:rPr>
            <w:rStyle w:val="Hyperlink"/>
            <w:noProof/>
          </w:rPr>
          <w:t>4.2</w:t>
        </w:r>
        <w:r w:rsidR="00F8333B">
          <w:rPr>
            <w:rFonts w:asciiTheme="minorHAnsi" w:eastAsiaTheme="minorEastAsia" w:hAnsiTheme="minorHAnsi" w:cstheme="minorBidi"/>
            <w:noProof/>
            <w:sz w:val="22"/>
          </w:rPr>
          <w:tab/>
        </w:r>
        <w:r w:rsidR="00F8333B" w:rsidRPr="00D1243F">
          <w:rPr>
            <w:rStyle w:val="Hyperlink"/>
            <w:noProof/>
          </w:rPr>
          <w:t>Keypoints</w:t>
        </w:r>
        <w:r w:rsidR="00F8333B">
          <w:rPr>
            <w:noProof/>
            <w:webHidden/>
          </w:rPr>
          <w:tab/>
        </w:r>
        <w:r w:rsidR="00F8333B">
          <w:rPr>
            <w:noProof/>
            <w:webHidden/>
          </w:rPr>
          <w:fldChar w:fldCharType="begin"/>
        </w:r>
        <w:r w:rsidR="00F8333B">
          <w:rPr>
            <w:noProof/>
            <w:webHidden/>
          </w:rPr>
          <w:instrText xml:space="preserve"> PAGEREF _Toc421050508 \h </w:instrText>
        </w:r>
        <w:r w:rsidR="00F8333B">
          <w:rPr>
            <w:noProof/>
            <w:webHidden/>
          </w:rPr>
        </w:r>
        <w:r w:rsidR="00F8333B">
          <w:rPr>
            <w:noProof/>
            <w:webHidden/>
          </w:rPr>
          <w:fldChar w:fldCharType="separate"/>
        </w:r>
        <w:r w:rsidR="00F8333B">
          <w:rPr>
            <w:noProof/>
            <w:webHidden/>
          </w:rPr>
          <w:t>10</w:t>
        </w:r>
        <w:r w:rsidR="00F8333B">
          <w:rPr>
            <w:noProof/>
            <w:webHidden/>
          </w:rPr>
          <w:fldChar w:fldCharType="end"/>
        </w:r>
      </w:hyperlink>
    </w:p>
    <w:p w14:paraId="29420FE4" w14:textId="77777777" w:rsidR="00F8333B" w:rsidRDefault="00D97CAA">
      <w:pPr>
        <w:pStyle w:val="TOC1"/>
        <w:tabs>
          <w:tab w:val="left" w:pos="440"/>
          <w:tab w:val="right" w:leader="dot" w:pos="9350"/>
        </w:tabs>
        <w:rPr>
          <w:rFonts w:asciiTheme="minorHAnsi" w:eastAsiaTheme="minorEastAsia" w:hAnsiTheme="minorHAnsi" w:cstheme="minorBidi"/>
          <w:noProof/>
          <w:sz w:val="22"/>
        </w:rPr>
      </w:pPr>
      <w:hyperlink w:anchor="_Toc421050509" w:history="1">
        <w:r w:rsidR="00F8333B" w:rsidRPr="00D1243F">
          <w:rPr>
            <w:rStyle w:val="Hyperlink"/>
            <w:noProof/>
          </w:rPr>
          <w:t>5</w:t>
        </w:r>
        <w:r w:rsidR="00F8333B">
          <w:rPr>
            <w:rFonts w:asciiTheme="minorHAnsi" w:eastAsiaTheme="minorEastAsia" w:hAnsiTheme="minorHAnsi" w:cstheme="minorBidi"/>
            <w:noProof/>
            <w:sz w:val="22"/>
          </w:rPr>
          <w:tab/>
        </w:r>
        <w:r w:rsidR="00F8333B" w:rsidRPr="00D1243F">
          <w:rPr>
            <w:rStyle w:val="Hyperlink"/>
            <w:noProof/>
          </w:rPr>
          <w:t>Exercise</w:t>
        </w:r>
        <w:r w:rsidR="00F8333B">
          <w:rPr>
            <w:noProof/>
            <w:webHidden/>
          </w:rPr>
          <w:tab/>
        </w:r>
        <w:r w:rsidR="00F8333B">
          <w:rPr>
            <w:noProof/>
            <w:webHidden/>
          </w:rPr>
          <w:fldChar w:fldCharType="begin"/>
        </w:r>
        <w:r w:rsidR="00F8333B">
          <w:rPr>
            <w:noProof/>
            <w:webHidden/>
          </w:rPr>
          <w:instrText xml:space="preserve"> PAGEREF _Toc421050509 \h </w:instrText>
        </w:r>
        <w:r w:rsidR="00F8333B">
          <w:rPr>
            <w:noProof/>
            <w:webHidden/>
          </w:rPr>
        </w:r>
        <w:r w:rsidR="00F8333B">
          <w:rPr>
            <w:noProof/>
            <w:webHidden/>
          </w:rPr>
          <w:fldChar w:fldCharType="separate"/>
        </w:r>
        <w:r w:rsidR="00F8333B">
          <w:rPr>
            <w:noProof/>
            <w:webHidden/>
          </w:rPr>
          <w:t>13</w:t>
        </w:r>
        <w:r w:rsidR="00F8333B">
          <w:rPr>
            <w:noProof/>
            <w:webHidden/>
          </w:rPr>
          <w:fldChar w:fldCharType="end"/>
        </w:r>
      </w:hyperlink>
    </w:p>
    <w:p w14:paraId="666870C6" w14:textId="77777777" w:rsidR="00BF4423" w:rsidRDefault="00BF4423">
      <w:r>
        <w:rPr>
          <w:b/>
          <w:bCs/>
          <w:noProof/>
        </w:rPr>
        <w:fldChar w:fldCharType="end"/>
      </w:r>
    </w:p>
    <w:p w14:paraId="5C7AB331" w14:textId="18CDA336" w:rsidR="00BF4423" w:rsidRDefault="00BF4423" w:rsidP="002C6CAE">
      <w:pPr>
        <w:spacing w:after="160" w:line="259" w:lineRule="auto"/>
      </w:pPr>
      <w:r>
        <w:br w:type="page"/>
      </w:r>
    </w:p>
    <w:p w14:paraId="6A395749" w14:textId="77777777" w:rsidR="00BF4423" w:rsidRDefault="00BF4423" w:rsidP="006F4CEE">
      <w:pPr>
        <w:pStyle w:val="Heading1"/>
      </w:pPr>
      <w:bookmarkStart w:id="0" w:name="_Toc421050498"/>
      <w:r w:rsidRPr="006F4CEE">
        <w:lastRenderedPageBreak/>
        <w:t>Objective</w:t>
      </w:r>
      <w:bookmarkEnd w:id="0"/>
    </w:p>
    <w:p w14:paraId="34D6685B" w14:textId="362D1451" w:rsidR="000F1DD5" w:rsidRPr="00A96D27" w:rsidRDefault="000F1DD5" w:rsidP="000F1DD5">
      <w:pPr>
        <w:rPr>
          <w:rFonts w:eastAsia="DejaVu Sans"/>
          <w:lang w:eastAsia="hi-IN" w:bidi="hi-IN"/>
        </w:rPr>
      </w:pPr>
      <w:r w:rsidRPr="00A96D27">
        <w:rPr>
          <w:rFonts w:eastAsia="DejaVu Sans"/>
          <w:lang w:eastAsia="hi-IN" w:bidi="hi-IN"/>
        </w:rPr>
        <w:t xml:space="preserve">The purpose of this document is to give a practical implementation of HTML, the whole </w:t>
      </w:r>
      <w:r>
        <w:rPr>
          <w:rFonts w:eastAsia="DejaVu Sans"/>
          <w:lang w:eastAsia="hi-IN" w:bidi="hi-IN"/>
        </w:rPr>
        <w:t>overview</w:t>
      </w:r>
      <w:r w:rsidRPr="00A96D27">
        <w:rPr>
          <w:rFonts w:eastAsia="DejaVu Sans"/>
          <w:lang w:eastAsia="hi-IN" w:bidi="hi-IN"/>
        </w:rPr>
        <w:t xml:space="preserve"> of HTML tags and element, with example and live implementation during lab. Introduction to ASP.NET, this document will answer how to create new project? How to create new web page? </w:t>
      </w:r>
      <w:r w:rsidR="008E4E5C">
        <w:rPr>
          <w:rFonts w:eastAsia="DejaVu Sans"/>
          <w:lang w:eastAsia="hi-IN" w:bidi="hi-IN"/>
        </w:rPr>
        <w:t xml:space="preserve">And </w:t>
      </w:r>
      <w:r w:rsidRPr="00A96D27">
        <w:rPr>
          <w:rFonts w:eastAsia="DejaVu Sans"/>
          <w:lang w:eastAsia="hi-IN" w:bidi="hi-IN"/>
        </w:rPr>
        <w:t>practice on various asp controls.</w:t>
      </w:r>
    </w:p>
    <w:p w14:paraId="206E46EC" w14:textId="77777777" w:rsidR="00BF4423" w:rsidRDefault="00BF4423" w:rsidP="00DF7105">
      <w:pPr>
        <w:pStyle w:val="Heading1"/>
      </w:pPr>
      <w:bookmarkStart w:id="1" w:name="_Toc421050499"/>
      <w:r>
        <w:t>Task Distribution</w:t>
      </w:r>
      <w:bookmarkEnd w:id="1"/>
      <w:r w:rsidR="000F1DD5">
        <w:tab/>
      </w:r>
    </w:p>
    <w:p w14:paraId="41A399BC" w14:textId="77777777" w:rsidR="000F1DD5" w:rsidRDefault="000F1DD5" w:rsidP="000F1DD5"/>
    <w:tbl>
      <w:tblPr>
        <w:tblStyle w:val="TableGrid"/>
        <w:tblW w:w="0" w:type="auto"/>
        <w:tblLook w:val="04A0" w:firstRow="1" w:lastRow="0" w:firstColumn="1" w:lastColumn="0" w:noHBand="0" w:noVBand="1"/>
      </w:tblPr>
      <w:tblGrid>
        <w:gridCol w:w="4683"/>
        <w:gridCol w:w="4667"/>
      </w:tblGrid>
      <w:tr w:rsidR="000F1DD5" w14:paraId="4AC9CF6F" w14:textId="77777777" w:rsidTr="000F1DD5">
        <w:tc>
          <w:tcPr>
            <w:tcW w:w="4788" w:type="dxa"/>
          </w:tcPr>
          <w:p w14:paraId="3C4D9E82" w14:textId="77777777" w:rsidR="000F1DD5" w:rsidRDefault="000B4555" w:rsidP="000F1DD5">
            <w:r>
              <w:t>Total Time</w:t>
            </w:r>
          </w:p>
        </w:tc>
        <w:tc>
          <w:tcPr>
            <w:tcW w:w="4788" w:type="dxa"/>
          </w:tcPr>
          <w:p w14:paraId="08C6B992" w14:textId="26D2DA93" w:rsidR="000F1DD5" w:rsidRDefault="00CD1402" w:rsidP="000F1DD5">
            <w:r>
              <w:t>9</w:t>
            </w:r>
            <w:r w:rsidR="000B4555">
              <w:t>0 Minutes</w:t>
            </w:r>
          </w:p>
        </w:tc>
      </w:tr>
      <w:tr w:rsidR="000F1DD5" w14:paraId="3DE60B33" w14:textId="77777777" w:rsidTr="000F1DD5">
        <w:tc>
          <w:tcPr>
            <w:tcW w:w="4788" w:type="dxa"/>
          </w:tcPr>
          <w:p w14:paraId="3B27B469" w14:textId="77777777" w:rsidR="000F1DD5" w:rsidRDefault="000B4555" w:rsidP="000F1DD5">
            <w:r>
              <w:t>Introduction</w:t>
            </w:r>
          </w:p>
        </w:tc>
        <w:tc>
          <w:tcPr>
            <w:tcW w:w="4788" w:type="dxa"/>
          </w:tcPr>
          <w:p w14:paraId="7D40E6E0" w14:textId="72D5472D" w:rsidR="000F1DD5" w:rsidRDefault="00D952DB" w:rsidP="000F1DD5">
            <w:r>
              <w:t>10</w:t>
            </w:r>
            <w:r w:rsidR="000B4555">
              <w:t xml:space="preserve"> Minutes</w:t>
            </w:r>
          </w:p>
        </w:tc>
      </w:tr>
      <w:tr w:rsidR="000F1DD5" w14:paraId="3884AC3B" w14:textId="77777777" w:rsidTr="000F1DD5">
        <w:tc>
          <w:tcPr>
            <w:tcW w:w="4788" w:type="dxa"/>
          </w:tcPr>
          <w:p w14:paraId="3D4865B1" w14:textId="77777777" w:rsidR="000F1DD5" w:rsidRDefault="000B4555" w:rsidP="000F1DD5">
            <w:r>
              <w:t>HTML Elements</w:t>
            </w:r>
          </w:p>
        </w:tc>
        <w:tc>
          <w:tcPr>
            <w:tcW w:w="4788" w:type="dxa"/>
          </w:tcPr>
          <w:p w14:paraId="1D71F9B1" w14:textId="78B6CE3C" w:rsidR="000F1DD5" w:rsidRDefault="00D952DB" w:rsidP="000F1DD5">
            <w:r>
              <w:t>15</w:t>
            </w:r>
            <w:r w:rsidR="000B4555">
              <w:t xml:space="preserve"> Minutes</w:t>
            </w:r>
          </w:p>
        </w:tc>
      </w:tr>
      <w:tr w:rsidR="000F1DD5" w14:paraId="0B327699" w14:textId="77777777" w:rsidTr="000F1DD5">
        <w:tc>
          <w:tcPr>
            <w:tcW w:w="4788" w:type="dxa"/>
          </w:tcPr>
          <w:p w14:paraId="54D01E5C" w14:textId="77777777" w:rsidR="000F1DD5" w:rsidRDefault="000B4555" w:rsidP="000F1DD5">
            <w:r>
              <w:t>ASP Control</w:t>
            </w:r>
          </w:p>
        </w:tc>
        <w:tc>
          <w:tcPr>
            <w:tcW w:w="4788" w:type="dxa"/>
          </w:tcPr>
          <w:p w14:paraId="4F29A1D6" w14:textId="29FF48C7" w:rsidR="000F1DD5" w:rsidRDefault="00D952DB" w:rsidP="000F1DD5">
            <w:r>
              <w:t>15</w:t>
            </w:r>
            <w:r w:rsidR="000B4555">
              <w:t xml:space="preserve"> Minutes</w:t>
            </w:r>
          </w:p>
        </w:tc>
      </w:tr>
      <w:tr w:rsidR="000B4555" w14:paraId="076B446E" w14:textId="77777777" w:rsidTr="000F1DD5">
        <w:tc>
          <w:tcPr>
            <w:tcW w:w="4788" w:type="dxa"/>
          </w:tcPr>
          <w:p w14:paraId="29FC759E" w14:textId="77777777" w:rsidR="000B4555" w:rsidRDefault="000B4555" w:rsidP="000F1DD5">
            <w:r>
              <w:t>Exercise</w:t>
            </w:r>
          </w:p>
        </w:tc>
        <w:tc>
          <w:tcPr>
            <w:tcW w:w="4788" w:type="dxa"/>
          </w:tcPr>
          <w:p w14:paraId="5539046A" w14:textId="2CA4E6D5" w:rsidR="000B4555" w:rsidRDefault="00CD1402" w:rsidP="000F1DD5">
            <w:r>
              <w:t>45</w:t>
            </w:r>
            <w:r w:rsidR="000B4555">
              <w:t xml:space="preserve"> Minutes</w:t>
            </w:r>
          </w:p>
        </w:tc>
      </w:tr>
    </w:tbl>
    <w:p w14:paraId="392CF558" w14:textId="77777777" w:rsidR="000F1DD5" w:rsidRPr="000F1DD5" w:rsidRDefault="000F1DD5" w:rsidP="000F1DD5"/>
    <w:p w14:paraId="0CCD1274" w14:textId="77777777" w:rsidR="00BF4423" w:rsidRPr="00BF4423" w:rsidRDefault="00BF4423" w:rsidP="00BF4423"/>
    <w:p w14:paraId="3249ABAE" w14:textId="77777777" w:rsidR="00BF4423" w:rsidRDefault="00BF4423" w:rsidP="00DF7105">
      <w:pPr>
        <w:pStyle w:val="Heading1"/>
      </w:pPr>
      <w:r>
        <w:br w:type="page"/>
      </w:r>
      <w:bookmarkStart w:id="2" w:name="_Toc421050500"/>
      <w:r w:rsidR="000B4555">
        <w:lastRenderedPageBreak/>
        <w:t>HTML</w:t>
      </w:r>
      <w:bookmarkEnd w:id="2"/>
    </w:p>
    <w:p w14:paraId="4F4C0D40" w14:textId="77777777" w:rsidR="000B4555" w:rsidRPr="000B4555" w:rsidRDefault="000B4555" w:rsidP="000B4555"/>
    <w:p w14:paraId="33A51E54" w14:textId="77777777" w:rsidR="00BF4423" w:rsidRDefault="000B4555" w:rsidP="00FF38C9">
      <w:pPr>
        <w:pStyle w:val="Heading2"/>
      </w:pPr>
      <w:bookmarkStart w:id="3" w:name="_Toc421050501"/>
      <w:r>
        <w:t>What is HTML?</w:t>
      </w:r>
      <w:bookmarkEnd w:id="3"/>
    </w:p>
    <w:p w14:paraId="60893A54" w14:textId="77777777" w:rsidR="000B4555" w:rsidRPr="00A96D27" w:rsidRDefault="000B4555" w:rsidP="000B4555">
      <w:pPr>
        <w:pStyle w:val="NormalWeb"/>
        <w:ind w:left="360" w:right="666"/>
      </w:pPr>
      <w:r w:rsidRPr="00A96D27">
        <w:t>HTML is a language for describing web pages.</w:t>
      </w:r>
    </w:p>
    <w:p w14:paraId="0B8FA31A" w14:textId="77777777" w:rsidR="000B4555" w:rsidRPr="00A96D27" w:rsidRDefault="000B4555" w:rsidP="000B4555">
      <w:pPr>
        <w:numPr>
          <w:ilvl w:val="0"/>
          <w:numId w:val="4"/>
        </w:numPr>
        <w:tabs>
          <w:tab w:val="clear" w:pos="720"/>
          <w:tab w:val="num" w:pos="1080"/>
        </w:tabs>
        <w:spacing w:before="100" w:beforeAutospacing="1" w:after="100" w:afterAutospacing="1"/>
        <w:ind w:left="1080" w:right="666"/>
        <w:jc w:val="left"/>
      </w:pPr>
      <w:r w:rsidRPr="00A96D27">
        <w:t xml:space="preserve">HTML stands for </w:t>
      </w:r>
      <w:r w:rsidRPr="00A96D27">
        <w:rPr>
          <w:b/>
          <w:bCs/>
        </w:rPr>
        <w:t>H</w:t>
      </w:r>
      <w:r w:rsidRPr="00A96D27">
        <w:t xml:space="preserve">yper </w:t>
      </w:r>
      <w:r w:rsidRPr="00A96D27">
        <w:rPr>
          <w:b/>
          <w:bCs/>
        </w:rPr>
        <w:t>T</w:t>
      </w:r>
      <w:r w:rsidRPr="00A96D27">
        <w:t xml:space="preserve">ext </w:t>
      </w:r>
      <w:r w:rsidRPr="00A96D27">
        <w:rPr>
          <w:b/>
          <w:bCs/>
        </w:rPr>
        <w:t>M</w:t>
      </w:r>
      <w:r w:rsidRPr="00A96D27">
        <w:t xml:space="preserve">arkup </w:t>
      </w:r>
      <w:r w:rsidRPr="00A96D27">
        <w:rPr>
          <w:b/>
          <w:bCs/>
        </w:rPr>
        <w:t>L</w:t>
      </w:r>
      <w:r w:rsidRPr="00A96D27">
        <w:t>anguage</w:t>
      </w:r>
    </w:p>
    <w:p w14:paraId="2070D638" w14:textId="77777777" w:rsidR="000B4555" w:rsidRPr="00A96D27" w:rsidRDefault="000B4555" w:rsidP="000B4555">
      <w:pPr>
        <w:numPr>
          <w:ilvl w:val="0"/>
          <w:numId w:val="4"/>
        </w:numPr>
        <w:spacing w:before="100" w:beforeAutospacing="1" w:after="100" w:afterAutospacing="1"/>
        <w:ind w:left="1080" w:right="666"/>
        <w:jc w:val="left"/>
      </w:pPr>
      <w:r w:rsidRPr="00A96D27">
        <w:t xml:space="preserve">HTML is not a programming language, it is a </w:t>
      </w:r>
      <w:r w:rsidRPr="00A96D27">
        <w:rPr>
          <w:b/>
          <w:bCs/>
        </w:rPr>
        <w:t>markup language</w:t>
      </w:r>
    </w:p>
    <w:p w14:paraId="23D6D78B" w14:textId="77777777" w:rsidR="000B4555" w:rsidRPr="000B4555" w:rsidRDefault="000B4555" w:rsidP="007B0D62">
      <w:pPr>
        <w:numPr>
          <w:ilvl w:val="0"/>
          <w:numId w:val="4"/>
        </w:numPr>
        <w:spacing w:before="100" w:beforeAutospacing="1" w:after="100" w:afterAutospacing="1"/>
        <w:ind w:left="1080" w:right="666"/>
        <w:jc w:val="left"/>
      </w:pPr>
      <w:r w:rsidRPr="00A96D27">
        <w:t xml:space="preserve">The purpose of the tags are to </w:t>
      </w:r>
      <w:r w:rsidRPr="00A96D27">
        <w:rPr>
          <w:rStyle w:val="Strong"/>
        </w:rPr>
        <w:t>describe page content</w:t>
      </w:r>
      <w:r w:rsidRPr="00A96D27">
        <w:t xml:space="preserve"> </w:t>
      </w:r>
    </w:p>
    <w:p w14:paraId="0417C7FE" w14:textId="77777777" w:rsidR="000B4555" w:rsidRDefault="000B4555" w:rsidP="00FF38C9">
      <w:pPr>
        <w:pStyle w:val="Heading2"/>
      </w:pPr>
      <w:bookmarkStart w:id="4" w:name="_Toc421050502"/>
      <w:r>
        <w:t>HTML Tags</w:t>
      </w:r>
      <w:bookmarkEnd w:id="4"/>
    </w:p>
    <w:p w14:paraId="1F5FFC3F" w14:textId="77777777" w:rsidR="000B4555" w:rsidRPr="00A96D27" w:rsidRDefault="000B4555" w:rsidP="000B4555">
      <w:pPr>
        <w:pStyle w:val="NormalWeb"/>
        <w:ind w:left="360" w:right="666"/>
      </w:pPr>
      <w:r w:rsidRPr="00A96D27">
        <w:t>HTML markup tags are usually called HTML tags</w:t>
      </w:r>
    </w:p>
    <w:p w14:paraId="405CAD5E" w14:textId="77777777" w:rsidR="000B4555" w:rsidRPr="00A96D27" w:rsidRDefault="000B4555" w:rsidP="000B4555">
      <w:pPr>
        <w:numPr>
          <w:ilvl w:val="0"/>
          <w:numId w:val="6"/>
        </w:numPr>
        <w:tabs>
          <w:tab w:val="clear" w:pos="720"/>
          <w:tab w:val="num" w:pos="1080"/>
        </w:tabs>
        <w:spacing w:before="100" w:beforeAutospacing="1" w:after="100" w:afterAutospacing="1"/>
        <w:ind w:left="1080" w:right="666"/>
        <w:jc w:val="left"/>
      </w:pPr>
      <w:r w:rsidRPr="00A96D27">
        <w:t xml:space="preserve">HTML tags are keywords (tag names) surrounded by </w:t>
      </w:r>
      <w:r w:rsidRPr="00A96D27">
        <w:rPr>
          <w:b/>
          <w:bCs/>
        </w:rPr>
        <w:t xml:space="preserve">angle brackets </w:t>
      </w:r>
      <w:r w:rsidRPr="00A96D27">
        <w:t>like &lt;html&gt;</w:t>
      </w:r>
    </w:p>
    <w:p w14:paraId="3E73B6A1" w14:textId="77777777" w:rsidR="000B4555" w:rsidRPr="00A96D27" w:rsidRDefault="000B4555" w:rsidP="000B4555">
      <w:pPr>
        <w:numPr>
          <w:ilvl w:val="0"/>
          <w:numId w:val="6"/>
        </w:numPr>
        <w:spacing w:before="100" w:beforeAutospacing="1" w:after="100" w:afterAutospacing="1"/>
        <w:ind w:left="1080" w:right="666"/>
        <w:jc w:val="left"/>
      </w:pPr>
      <w:r w:rsidRPr="00A96D27">
        <w:t xml:space="preserve">HTML tags normally </w:t>
      </w:r>
      <w:r w:rsidRPr="00A96D27">
        <w:rPr>
          <w:b/>
          <w:bCs/>
        </w:rPr>
        <w:t>come in pairs</w:t>
      </w:r>
      <w:r w:rsidRPr="00A96D27">
        <w:t xml:space="preserve"> like &lt;b&gt; and &lt;/b&gt;</w:t>
      </w:r>
    </w:p>
    <w:p w14:paraId="78322344" w14:textId="77777777" w:rsidR="000B4555" w:rsidRPr="00A96D27" w:rsidRDefault="000B4555" w:rsidP="000B4555">
      <w:pPr>
        <w:numPr>
          <w:ilvl w:val="0"/>
          <w:numId w:val="6"/>
        </w:numPr>
        <w:spacing w:before="100" w:beforeAutospacing="1" w:after="100" w:afterAutospacing="1"/>
        <w:ind w:left="1080" w:right="666"/>
        <w:jc w:val="left"/>
      </w:pPr>
      <w:r w:rsidRPr="00A96D27">
        <w:t xml:space="preserve">The end tag is written like the start tag, with a </w:t>
      </w:r>
      <w:r w:rsidRPr="00A96D27">
        <w:rPr>
          <w:rStyle w:val="Strong"/>
        </w:rPr>
        <w:t>forward slash</w:t>
      </w:r>
      <w:r w:rsidRPr="00A96D27">
        <w:t xml:space="preserve"> before the tag name </w:t>
      </w:r>
    </w:p>
    <w:p w14:paraId="367FCD4F" w14:textId="77777777" w:rsidR="000B4555" w:rsidRPr="000B4555" w:rsidRDefault="000B4555" w:rsidP="000B4555">
      <w:pPr>
        <w:numPr>
          <w:ilvl w:val="0"/>
          <w:numId w:val="6"/>
        </w:numPr>
        <w:spacing w:before="100" w:beforeAutospacing="1" w:after="100" w:afterAutospacing="1"/>
        <w:ind w:left="1080" w:right="666"/>
        <w:jc w:val="left"/>
      </w:pPr>
      <w:r w:rsidRPr="00A96D27">
        <w:t xml:space="preserve">Start and end tags are also called </w:t>
      </w:r>
      <w:r w:rsidRPr="00A96D27">
        <w:rPr>
          <w:b/>
          <w:bCs/>
        </w:rPr>
        <w:t>opening tags</w:t>
      </w:r>
      <w:r w:rsidRPr="00A96D27">
        <w:t xml:space="preserve"> and </w:t>
      </w:r>
      <w:r w:rsidRPr="00A96D27">
        <w:rPr>
          <w:b/>
          <w:bCs/>
        </w:rPr>
        <w:t>closing tags</w:t>
      </w:r>
    </w:p>
    <w:p w14:paraId="5FF40EDD" w14:textId="77777777" w:rsidR="000B4555" w:rsidRDefault="000B4555" w:rsidP="00FF38C9">
      <w:pPr>
        <w:pStyle w:val="Heading2"/>
      </w:pPr>
      <w:bookmarkStart w:id="5" w:name="_Toc421050503"/>
      <w:r w:rsidRPr="000B4555">
        <w:t>Web Browsers</w:t>
      </w:r>
      <w:bookmarkEnd w:id="5"/>
    </w:p>
    <w:p w14:paraId="30EB12D9" w14:textId="77777777" w:rsidR="000B4555" w:rsidRDefault="000B4555" w:rsidP="00DF7105">
      <w:r w:rsidRPr="00A96D27">
        <w:t>The purpose of a web browser (Chrome, Internet Explorer, and Firefox) is to read HTML documents and display them as web pages. The browser does not display the HTML tags, but uses the tags to interpret</w:t>
      </w:r>
      <w:r w:rsidR="00DF7105">
        <w:t xml:space="preserve"> </w:t>
      </w:r>
      <w:r w:rsidRPr="00A96D27">
        <w:t>the content of the page:</w:t>
      </w:r>
    </w:p>
    <w:p w14:paraId="453ECB26" w14:textId="77777777" w:rsidR="000B4555" w:rsidRDefault="000B4555" w:rsidP="000B4555"/>
    <w:p w14:paraId="61F53EFF" w14:textId="7A7143CF" w:rsidR="000B4555" w:rsidRPr="000B4555" w:rsidRDefault="000B4555" w:rsidP="000B4555">
      <w:r w:rsidRPr="00A96D27">
        <w:rPr>
          <w:noProof/>
        </w:rPr>
        <w:drawing>
          <wp:inline distT="0" distB="0" distL="0" distR="0" wp14:anchorId="68E17D8F" wp14:editId="2D9ABA4E">
            <wp:extent cx="5657850" cy="27717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657850" cy="2771775"/>
                    </a:xfrm>
                    <a:prstGeom prst="rect">
                      <a:avLst/>
                    </a:prstGeom>
                  </pic:spPr>
                </pic:pic>
              </a:graphicData>
            </a:graphic>
          </wp:inline>
        </w:drawing>
      </w:r>
    </w:p>
    <w:p w14:paraId="187EB713" w14:textId="77777777" w:rsidR="000B4555" w:rsidRDefault="000B4555" w:rsidP="00FF38C9">
      <w:pPr>
        <w:pStyle w:val="Heading2"/>
      </w:pPr>
      <w:bookmarkStart w:id="6" w:name="_Toc421050504"/>
      <w:r>
        <w:lastRenderedPageBreak/>
        <w:t>HTML ELEMENTS</w:t>
      </w:r>
      <w:bookmarkEnd w:id="6"/>
    </w:p>
    <w:p w14:paraId="5041FFBC" w14:textId="77777777" w:rsidR="000B4555" w:rsidRDefault="000B4555" w:rsidP="000B4555"/>
    <w:p w14:paraId="0EFCB31B" w14:textId="77777777" w:rsidR="000B4555" w:rsidRPr="00A96D27" w:rsidRDefault="000B4555" w:rsidP="000B4555">
      <w:pPr>
        <w:numPr>
          <w:ilvl w:val="0"/>
          <w:numId w:val="9"/>
        </w:numPr>
        <w:spacing w:before="100" w:beforeAutospacing="1" w:after="100" w:afterAutospacing="1"/>
        <w:ind w:right="666"/>
        <w:jc w:val="left"/>
        <w:rPr>
          <w:sz w:val="24"/>
          <w:szCs w:val="24"/>
        </w:rPr>
      </w:pPr>
      <w:r w:rsidRPr="00A96D27">
        <w:rPr>
          <w:sz w:val="24"/>
          <w:szCs w:val="24"/>
        </w:rPr>
        <w:t xml:space="preserve">An HTML element starts with a </w:t>
      </w:r>
      <w:r w:rsidRPr="00A96D27">
        <w:rPr>
          <w:b/>
          <w:bCs/>
          <w:sz w:val="24"/>
          <w:szCs w:val="24"/>
        </w:rPr>
        <w:t>start tag / opening tag</w:t>
      </w:r>
    </w:p>
    <w:p w14:paraId="0F6FC431" w14:textId="77777777" w:rsidR="000B4555" w:rsidRPr="00A96D27" w:rsidRDefault="000B4555" w:rsidP="000B4555">
      <w:pPr>
        <w:numPr>
          <w:ilvl w:val="0"/>
          <w:numId w:val="9"/>
        </w:numPr>
        <w:spacing w:before="100" w:beforeAutospacing="1" w:after="100" w:afterAutospacing="1"/>
        <w:ind w:right="666"/>
        <w:jc w:val="left"/>
        <w:rPr>
          <w:sz w:val="24"/>
          <w:szCs w:val="24"/>
        </w:rPr>
      </w:pPr>
      <w:r w:rsidRPr="00A96D27">
        <w:rPr>
          <w:sz w:val="24"/>
          <w:szCs w:val="24"/>
        </w:rPr>
        <w:t xml:space="preserve">An HTML element ends with an </w:t>
      </w:r>
      <w:r w:rsidRPr="00A96D27">
        <w:rPr>
          <w:b/>
          <w:bCs/>
          <w:sz w:val="24"/>
          <w:szCs w:val="24"/>
        </w:rPr>
        <w:t>end tag / closing tag</w:t>
      </w:r>
    </w:p>
    <w:p w14:paraId="4DC633D0" w14:textId="77777777" w:rsidR="000B4555" w:rsidRPr="00A96D27" w:rsidRDefault="000B4555" w:rsidP="000B4555">
      <w:pPr>
        <w:numPr>
          <w:ilvl w:val="0"/>
          <w:numId w:val="9"/>
        </w:numPr>
        <w:spacing w:before="100" w:beforeAutospacing="1" w:after="100" w:afterAutospacing="1"/>
        <w:ind w:right="666"/>
        <w:jc w:val="left"/>
        <w:rPr>
          <w:sz w:val="24"/>
          <w:szCs w:val="24"/>
        </w:rPr>
      </w:pPr>
      <w:r w:rsidRPr="00A96D27">
        <w:rPr>
          <w:sz w:val="24"/>
          <w:szCs w:val="24"/>
        </w:rPr>
        <w:t xml:space="preserve">The </w:t>
      </w:r>
      <w:r w:rsidRPr="00A96D27">
        <w:rPr>
          <w:b/>
          <w:bCs/>
          <w:sz w:val="24"/>
          <w:szCs w:val="24"/>
        </w:rPr>
        <w:t>element content</w:t>
      </w:r>
      <w:r w:rsidRPr="00A96D27">
        <w:rPr>
          <w:sz w:val="24"/>
          <w:szCs w:val="24"/>
        </w:rPr>
        <w:t xml:space="preserve"> is everything between the start and the end tag</w:t>
      </w:r>
    </w:p>
    <w:p w14:paraId="47BE8C40" w14:textId="77777777" w:rsidR="000B4555" w:rsidRPr="00A96D27" w:rsidRDefault="000B4555" w:rsidP="000B4555">
      <w:pPr>
        <w:numPr>
          <w:ilvl w:val="0"/>
          <w:numId w:val="9"/>
        </w:numPr>
        <w:spacing w:before="100" w:beforeAutospacing="1" w:after="100" w:afterAutospacing="1"/>
        <w:ind w:right="666"/>
        <w:jc w:val="left"/>
        <w:rPr>
          <w:sz w:val="24"/>
          <w:szCs w:val="24"/>
        </w:rPr>
      </w:pPr>
      <w:r w:rsidRPr="00A96D27">
        <w:rPr>
          <w:sz w:val="24"/>
          <w:szCs w:val="24"/>
        </w:rPr>
        <w:t xml:space="preserve">Some HTML elements have </w:t>
      </w:r>
      <w:r w:rsidRPr="00A96D27">
        <w:rPr>
          <w:b/>
          <w:bCs/>
          <w:sz w:val="24"/>
          <w:szCs w:val="24"/>
        </w:rPr>
        <w:t>empty content</w:t>
      </w:r>
    </w:p>
    <w:p w14:paraId="74175D58" w14:textId="77777777" w:rsidR="000B4555" w:rsidRPr="00A96D27" w:rsidRDefault="000B4555" w:rsidP="000B4555">
      <w:pPr>
        <w:numPr>
          <w:ilvl w:val="0"/>
          <w:numId w:val="9"/>
        </w:numPr>
        <w:spacing w:before="100" w:beforeAutospacing="1" w:after="100" w:afterAutospacing="1"/>
        <w:ind w:right="666"/>
        <w:jc w:val="left"/>
        <w:rPr>
          <w:sz w:val="24"/>
          <w:szCs w:val="24"/>
        </w:rPr>
      </w:pPr>
      <w:r w:rsidRPr="00A96D27">
        <w:rPr>
          <w:sz w:val="24"/>
          <w:szCs w:val="24"/>
        </w:rPr>
        <w:t xml:space="preserve">Most HTML elements can have </w:t>
      </w:r>
      <w:r w:rsidRPr="00A96D27">
        <w:rPr>
          <w:b/>
          <w:bCs/>
          <w:sz w:val="24"/>
          <w:szCs w:val="24"/>
        </w:rPr>
        <w:t>attributes</w:t>
      </w:r>
    </w:p>
    <w:p w14:paraId="3F6500F7" w14:textId="77777777" w:rsidR="000B4555" w:rsidRPr="000B4555" w:rsidRDefault="000B4555" w:rsidP="000B4555"/>
    <w:p w14:paraId="20E2D149" w14:textId="77777777" w:rsidR="000B4555" w:rsidRDefault="000B4555" w:rsidP="00FF38C9">
      <w:pPr>
        <w:pStyle w:val="Heading2"/>
      </w:pPr>
      <w:bookmarkStart w:id="7" w:name="_Toc347472972"/>
      <w:bookmarkStart w:id="8" w:name="_Toc411541610"/>
      <w:bookmarkStart w:id="9" w:name="_Toc421050505"/>
      <w:r w:rsidRPr="00A96D27">
        <w:t>HTML Headings</w:t>
      </w:r>
      <w:bookmarkEnd w:id="7"/>
      <w:bookmarkEnd w:id="8"/>
      <w:bookmarkEnd w:id="9"/>
    </w:p>
    <w:p w14:paraId="388390EC" w14:textId="77777777" w:rsidR="000B4555" w:rsidRPr="000B4555" w:rsidRDefault="000B4555" w:rsidP="000B4555"/>
    <w:p w14:paraId="2A5B7871" w14:textId="77777777" w:rsidR="000B4555" w:rsidRPr="00A96D27" w:rsidRDefault="000B4555" w:rsidP="000B4555">
      <w:pPr>
        <w:pStyle w:val="ListParagraph"/>
        <w:ind w:right="666"/>
        <w:rPr>
          <w:rFonts w:ascii="Times New Roman" w:hAnsi="Times New Roman"/>
        </w:rPr>
      </w:pPr>
      <w:r w:rsidRPr="00A96D27">
        <w:rPr>
          <w:rFonts w:ascii="Times New Roman" w:hAnsi="Times New Roman"/>
        </w:rPr>
        <w:t>&lt;h1&gt;Check this out&lt;/h1&gt;</w:t>
      </w:r>
    </w:p>
    <w:p w14:paraId="12283E33" w14:textId="77777777" w:rsidR="000B4555" w:rsidRPr="00A96D27" w:rsidRDefault="000B4555" w:rsidP="000B4555">
      <w:pPr>
        <w:pStyle w:val="ListParagraph"/>
        <w:ind w:right="666"/>
        <w:rPr>
          <w:rFonts w:ascii="Times New Roman" w:hAnsi="Times New Roman"/>
        </w:rPr>
      </w:pPr>
      <w:r w:rsidRPr="00A96D27">
        <w:rPr>
          <w:rFonts w:ascii="Times New Roman" w:hAnsi="Times New Roman"/>
        </w:rPr>
        <w:t>&lt;h2&gt;What you think of it now&lt;/h2&gt;</w:t>
      </w:r>
    </w:p>
    <w:p w14:paraId="2CE6F861" w14:textId="77777777" w:rsidR="000B4555" w:rsidRPr="00A96D27" w:rsidRDefault="000B4555" w:rsidP="000B4555">
      <w:pPr>
        <w:pStyle w:val="ListParagraph"/>
        <w:ind w:right="666"/>
        <w:rPr>
          <w:rFonts w:ascii="Times New Roman" w:hAnsi="Times New Roman"/>
        </w:rPr>
      </w:pPr>
      <w:r w:rsidRPr="00A96D27">
        <w:rPr>
          <w:rFonts w:ascii="Times New Roman" w:hAnsi="Times New Roman"/>
        </w:rPr>
        <w:t>&lt;h3&gt;And what about now&lt;/h3&gt;</w:t>
      </w:r>
    </w:p>
    <w:p w14:paraId="33D37083" w14:textId="77777777" w:rsidR="000B4555" w:rsidRPr="00A96D27" w:rsidRDefault="000B4555" w:rsidP="000B4555">
      <w:pPr>
        <w:pStyle w:val="ListParagraph"/>
        <w:ind w:right="666"/>
        <w:rPr>
          <w:rFonts w:ascii="Times New Roman" w:hAnsi="Times New Roman"/>
        </w:rPr>
      </w:pPr>
    </w:p>
    <w:p w14:paraId="5190322C" w14:textId="77777777" w:rsidR="000B4555" w:rsidRPr="00A96D27" w:rsidRDefault="000B4555" w:rsidP="000B4555">
      <w:pPr>
        <w:pStyle w:val="ListParagraph"/>
        <w:ind w:right="666"/>
        <w:rPr>
          <w:rFonts w:ascii="Times New Roman" w:hAnsi="Times New Roman"/>
        </w:rPr>
      </w:pPr>
      <w:r w:rsidRPr="00A96D27">
        <w:rPr>
          <w:rFonts w:ascii="Times New Roman" w:hAnsi="Times New Roman"/>
          <w:noProof/>
        </w:rPr>
        <w:drawing>
          <wp:inline distT="0" distB="0" distL="0" distR="0" wp14:anchorId="23EA16A2" wp14:editId="66730596">
            <wp:extent cx="5648325" cy="23526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648325" cy="2352675"/>
                    </a:xfrm>
                    <a:prstGeom prst="rect">
                      <a:avLst/>
                    </a:prstGeom>
                  </pic:spPr>
                </pic:pic>
              </a:graphicData>
            </a:graphic>
          </wp:inline>
        </w:drawing>
      </w:r>
    </w:p>
    <w:p w14:paraId="23E1A0FF" w14:textId="77777777" w:rsidR="000B4555" w:rsidRPr="00A96D27" w:rsidRDefault="000B4555" w:rsidP="000B4555">
      <w:pPr>
        <w:ind w:right="666"/>
      </w:pPr>
      <w:bookmarkStart w:id="10" w:name="_Toc347472980"/>
    </w:p>
    <w:p w14:paraId="21EA1667" w14:textId="77777777" w:rsidR="000B4555" w:rsidRPr="00A96D27" w:rsidRDefault="000B4555" w:rsidP="00DF7105">
      <w:pPr>
        <w:pStyle w:val="Heading1"/>
      </w:pPr>
      <w:bookmarkStart w:id="11" w:name="_Toc411541611"/>
      <w:bookmarkStart w:id="12" w:name="_Toc421050506"/>
      <w:bookmarkEnd w:id="10"/>
      <w:r w:rsidRPr="00A96D27">
        <w:t xml:space="preserve">Creating ASP.Net </w:t>
      </w:r>
      <w:r w:rsidR="006F4CEE" w:rsidRPr="00A96D27">
        <w:t>Web form</w:t>
      </w:r>
      <w:r w:rsidRPr="00A96D27">
        <w:t xml:space="preserve"> using Visual Studio</w:t>
      </w:r>
      <w:bookmarkEnd w:id="11"/>
      <w:bookmarkEnd w:id="12"/>
      <w:r w:rsidRPr="00A96D27">
        <w:t xml:space="preserve"> </w:t>
      </w:r>
    </w:p>
    <w:p w14:paraId="2C6A3700" w14:textId="77777777" w:rsidR="000B4555" w:rsidRDefault="000B4555" w:rsidP="000B4555"/>
    <w:p w14:paraId="01CCBCB7" w14:textId="18C92B36" w:rsidR="000B4555" w:rsidRPr="00A96D27" w:rsidRDefault="000B4555" w:rsidP="000B4555">
      <w:r>
        <w:t xml:space="preserve">Step 1: </w:t>
      </w:r>
      <w:r w:rsidRPr="00A96D27">
        <w:t xml:space="preserve">Start an instance of Visual Studio </w:t>
      </w:r>
      <w:r w:rsidR="00033B7D">
        <w:t>(version:</w:t>
      </w:r>
      <w:r w:rsidRPr="00A96D27">
        <w:t>20</w:t>
      </w:r>
      <w:r w:rsidR="0022179D">
        <w:t>XY</w:t>
      </w:r>
      <w:r w:rsidR="00033B7D">
        <w:t>)</w:t>
      </w:r>
      <w:r w:rsidRPr="00A96D27">
        <w:t xml:space="preserve"> and create a new project by going to File –&gt; New—&gt; Project –&gt; Web –&gt; ASP.NET Web Application as shown below:</w:t>
      </w:r>
    </w:p>
    <w:p w14:paraId="2670776C" w14:textId="77777777" w:rsidR="000B4555" w:rsidRPr="00A96D27" w:rsidRDefault="000B4555" w:rsidP="000B4555">
      <w:pPr>
        <w:ind w:right="666"/>
      </w:pPr>
      <w:r w:rsidRPr="00A96D27">
        <w:rPr>
          <w:noProof/>
        </w:rPr>
        <w:lastRenderedPageBreak/>
        <w:drawing>
          <wp:inline distT="0" distB="0" distL="0" distR="0" wp14:anchorId="65AA494B" wp14:editId="50CAC179">
            <wp:extent cx="5943600" cy="2762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943600" cy="2762250"/>
                    </a:xfrm>
                    <a:prstGeom prst="rect">
                      <a:avLst/>
                    </a:prstGeom>
                  </pic:spPr>
                </pic:pic>
              </a:graphicData>
            </a:graphic>
          </wp:inline>
        </w:drawing>
      </w:r>
    </w:p>
    <w:p w14:paraId="43A233E4" w14:textId="77777777" w:rsidR="000B4555" w:rsidRPr="00A96D27" w:rsidRDefault="000B4555" w:rsidP="000B4555">
      <w:pPr>
        <w:ind w:right="666"/>
      </w:pPr>
    </w:p>
    <w:p w14:paraId="40AD9183" w14:textId="77777777" w:rsidR="000B4555" w:rsidRPr="00A96D27" w:rsidRDefault="000B4555" w:rsidP="000B4555">
      <w:pPr>
        <w:ind w:right="666"/>
      </w:pPr>
      <w:r w:rsidRPr="00A96D27">
        <w:rPr>
          <w:noProof/>
        </w:rPr>
        <w:drawing>
          <wp:inline distT="0" distB="0" distL="0" distR="0" wp14:anchorId="0D6D2922" wp14:editId="2FCFBF97">
            <wp:extent cx="5943600" cy="35623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943600" cy="3562350"/>
                    </a:xfrm>
                    <a:prstGeom prst="rect">
                      <a:avLst/>
                    </a:prstGeom>
                  </pic:spPr>
                </pic:pic>
              </a:graphicData>
            </a:graphic>
          </wp:inline>
        </w:drawing>
      </w:r>
    </w:p>
    <w:p w14:paraId="5DB426B4" w14:textId="77777777" w:rsidR="000B4555" w:rsidRDefault="000B4555" w:rsidP="000B4555">
      <w:pPr>
        <w:ind w:left="1440" w:right="666"/>
        <w:rPr>
          <w:b/>
        </w:rPr>
      </w:pPr>
    </w:p>
    <w:p w14:paraId="437014E7" w14:textId="77777777" w:rsidR="00BC6F9C" w:rsidRDefault="00BC6F9C" w:rsidP="000B4555"/>
    <w:p w14:paraId="7D0B5D68" w14:textId="77777777" w:rsidR="00BC6F9C" w:rsidRDefault="00BC6F9C" w:rsidP="000B4555"/>
    <w:p w14:paraId="08B9A7E3" w14:textId="77777777" w:rsidR="00BC6F9C" w:rsidRDefault="00BC6F9C" w:rsidP="000B4555"/>
    <w:p w14:paraId="3539F079" w14:textId="77777777" w:rsidR="00BC6F9C" w:rsidRDefault="00BC6F9C" w:rsidP="000B4555"/>
    <w:p w14:paraId="55ED23CC" w14:textId="77777777" w:rsidR="00BC6F9C" w:rsidRDefault="00BC6F9C" w:rsidP="000B4555"/>
    <w:p w14:paraId="5CDEAC3C" w14:textId="77777777" w:rsidR="00BC6F9C" w:rsidRDefault="00BC6F9C" w:rsidP="000B4555"/>
    <w:p w14:paraId="633DB89B" w14:textId="76ACC3C1" w:rsidR="000B4555" w:rsidRDefault="000B4555" w:rsidP="000B4555">
      <w:r w:rsidRPr="00BC6F9C">
        <w:rPr>
          <w:b/>
          <w:sz w:val="36"/>
        </w:rPr>
        <w:lastRenderedPageBreak/>
        <w:t>Step 2</w:t>
      </w:r>
      <w:r>
        <w:t xml:space="preserve">: Navigate to Solution </w:t>
      </w:r>
      <w:r w:rsidRPr="000B4555">
        <w:t>Explorer</w:t>
      </w:r>
      <w:r>
        <w:t>, and add a new Web Form</w:t>
      </w:r>
    </w:p>
    <w:p w14:paraId="51DFFDC1" w14:textId="77777777" w:rsidR="006F4CEE" w:rsidRPr="000B4555" w:rsidRDefault="006F4CEE" w:rsidP="000B4555"/>
    <w:p w14:paraId="1916C116" w14:textId="77777777" w:rsidR="000B4555" w:rsidRPr="00A96D27" w:rsidRDefault="000B4555" w:rsidP="000B4555">
      <w:pPr>
        <w:ind w:right="666"/>
        <w:rPr>
          <w:b/>
        </w:rPr>
      </w:pPr>
      <w:r w:rsidRPr="00A96D27">
        <w:rPr>
          <w:noProof/>
        </w:rPr>
        <w:drawing>
          <wp:inline distT="0" distB="0" distL="0" distR="0" wp14:anchorId="4FF5CD36" wp14:editId="23CE63CA">
            <wp:extent cx="3133334" cy="2752381"/>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133334" cy="2752381"/>
                    </a:xfrm>
                    <a:prstGeom prst="rect">
                      <a:avLst/>
                    </a:prstGeom>
                  </pic:spPr>
                </pic:pic>
              </a:graphicData>
            </a:graphic>
          </wp:inline>
        </w:drawing>
      </w:r>
    </w:p>
    <w:p w14:paraId="18FA3905" w14:textId="77777777" w:rsidR="000B4555" w:rsidRPr="00A96D27" w:rsidRDefault="000B4555" w:rsidP="000B4555">
      <w:pPr>
        <w:pStyle w:val="ListParagraph"/>
        <w:ind w:left="360" w:right="666"/>
        <w:rPr>
          <w:rFonts w:ascii="Times New Roman" w:hAnsi="Times New Roman"/>
          <w:b/>
        </w:rPr>
      </w:pPr>
    </w:p>
    <w:p w14:paraId="526A27FE" w14:textId="77777777" w:rsidR="000B4555" w:rsidRPr="00A96D27" w:rsidRDefault="000B4555" w:rsidP="000B4555">
      <w:pPr>
        <w:pStyle w:val="ListParagraph"/>
        <w:ind w:left="360" w:right="666"/>
        <w:rPr>
          <w:rFonts w:ascii="Times New Roman" w:hAnsi="Times New Roman"/>
          <w:b/>
        </w:rPr>
      </w:pPr>
      <w:r w:rsidRPr="00A96D27">
        <w:rPr>
          <w:rFonts w:ascii="Times New Roman" w:hAnsi="Times New Roman"/>
          <w:noProof/>
        </w:rPr>
        <w:drawing>
          <wp:inline distT="0" distB="0" distL="0" distR="0" wp14:anchorId="3FD707B0" wp14:editId="374EB378">
            <wp:extent cx="5934075" cy="4076700"/>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943600" cy="4083244"/>
                    </a:xfrm>
                    <a:prstGeom prst="rect">
                      <a:avLst/>
                    </a:prstGeom>
                  </pic:spPr>
                </pic:pic>
              </a:graphicData>
            </a:graphic>
          </wp:inline>
        </w:drawing>
      </w:r>
    </w:p>
    <w:p w14:paraId="4D8D176F" w14:textId="77777777" w:rsidR="000B4555" w:rsidRDefault="000B4555" w:rsidP="000B4555"/>
    <w:p w14:paraId="0E5A5C42" w14:textId="77777777" w:rsidR="000B4555" w:rsidRDefault="000B4555" w:rsidP="000B4555"/>
    <w:p w14:paraId="3B920374" w14:textId="77777777" w:rsidR="000B4555" w:rsidRDefault="000B4555" w:rsidP="000B4555">
      <w:r w:rsidRPr="001F2B54">
        <w:rPr>
          <w:b/>
          <w:sz w:val="36"/>
        </w:rPr>
        <w:lastRenderedPageBreak/>
        <w:t>Step 3:</w:t>
      </w:r>
      <w:r>
        <w:t xml:space="preserve"> </w:t>
      </w:r>
      <w:r w:rsidRPr="00A96D27">
        <w:t>Choose Web Form from available template and set its Name</w:t>
      </w:r>
    </w:p>
    <w:p w14:paraId="6B9B4ACF" w14:textId="77777777" w:rsidR="000B4555" w:rsidRPr="00A96D27" w:rsidRDefault="000B4555" w:rsidP="000B4555"/>
    <w:p w14:paraId="3F91E6F4" w14:textId="77777777" w:rsidR="000B4555" w:rsidRPr="00A96D27" w:rsidRDefault="000B4555" w:rsidP="000B4555">
      <w:pPr>
        <w:pStyle w:val="ListParagraph"/>
        <w:ind w:left="360" w:right="666"/>
        <w:rPr>
          <w:rFonts w:ascii="Times New Roman" w:hAnsi="Times New Roman"/>
          <w:b/>
        </w:rPr>
      </w:pPr>
      <w:r w:rsidRPr="00A96D27">
        <w:rPr>
          <w:rFonts w:ascii="Times New Roman" w:hAnsi="Times New Roman"/>
          <w:noProof/>
        </w:rPr>
        <w:drawing>
          <wp:inline distT="0" distB="0" distL="0" distR="0" wp14:anchorId="6147D5D6" wp14:editId="1BE36B61">
            <wp:extent cx="5943600" cy="409702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943600" cy="4097020"/>
                    </a:xfrm>
                    <a:prstGeom prst="rect">
                      <a:avLst/>
                    </a:prstGeom>
                  </pic:spPr>
                </pic:pic>
              </a:graphicData>
            </a:graphic>
          </wp:inline>
        </w:drawing>
      </w:r>
    </w:p>
    <w:p w14:paraId="5B55ECF0" w14:textId="77777777" w:rsidR="000B4555" w:rsidRPr="00A96D27" w:rsidRDefault="000B4555" w:rsidP="000B4555">
      <w:pPr>
        <w:pStyle w:val="ListParagraph"/>
        <w:ind w:left="360" w:right="666"/>
        <w:rPr>
          <w:rFonts w:ascii="Times New Roman" w:hAnsi="Times New Roman"/>
          <w:b/>
        </w:rPr>
      </w:pPr>
    </w:p>
    <w:p w14:paraId="0A6FAC46" w14:textId="77777777" w:rsidR="000B4555" w:rsidRDefault="000B4555" w:rsidP="000B4555">
      <w:r w:rsidRPr="001F2B54">
        <w:rPr>
          <w:b/>
          <w:sz w:val="36"/>
        </w:rPr>
        <w:t>Step 4:</w:t>
      </w:r>
      <w:r>
        <w:t xml:space="preserve"> </w:t>
      </w:r>
      <w:r w:rsidRPr="00A96D27">
        <w:t>Double Click on MyPage.aspx in solution explorer and click on empty space in the mypage.aspx and press “CTRL+F5”</w:t>
      </w:r>
    </w:p>
    <w:p w14:paraId="7930C148" w14:textId="77777777" w:rsidR="000B4555" w:rsidRPr="00A96D27" w:rsidRDefault="000B4555" w:rsidP="000B4555"/>
    <w:p w14:paraId="5E73EEC6" w14:textId="77777777" w:rsidR="000B4555" w:rsidRPr="00A96D27" w:rsidRDefault="000B4555" w:rsidP="000B4555">
      <w:pPr>
        <w:pStyle w:val="ListParagraph"/>
        <w:ind w:left="360" w:right="666"/>
        <w:rPr>
          <w:rFonts w:ascii="Times New Roman" w:hAnsi="Times New Roman"/>
          <w:b/>
        </w:rPr>
      </w:pPr>
      <w:r w:rsidRPr="00A96D27">
        <w:rPr>
          <w:rFonts w:ascii="Times New Roman" w:hAnsi="Times New Roman"/>
          <w:noProof/>
        </w:rPr>
        <w:drawing>
          <wp:inline distT="0" distB="0" distL="0" distR="0" wp14:anchorId="7E9B2CA5" wp14:editId="220CAFED">
            <wp:extent cx="5943600" cy="21431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943600" cy="2143125"/>
                    </a:xfrm>
                    <a:prstGeom prst="rect">
                      <a:avLst/>
                    </a:prstGeom>
                  </pic:spPr>
                </pic:pic>
              </a:graphicData>
            </a:graphic>
          </wp:inline>
        </w:drawing>
      </w:r>
    </w:p>
    <w:p w14:paraId="5F147840" w14:textId="77777777" w:rsidR="000B4555" w:rsidRPr="00DB671B" w:rsidRDefault="000B4555" w:rsidP="00DB671B">
      <w:pPr>
        <w:ind w:right="666"/>
        <w:rPr>
          <w:b/>
        </w:rPr>
      </w:pPr>
    </w:p>
    <w:p w14:paraId="2F561EBF" w14:textId="77777777" w:rsidR="000B4555" w:rsidRPr="00A96D27" w:rsidRDefault="000B4555" w:rsidP="00DF7105">
      <w:r w:rsidRPr="00A96D27">
        <w:t>Output would be like this:</w:t>
      </w:r>
    </w:p>
    <w:p w14:paraId="15E643A8" w14:textId="77777777" w:rsidR="000B4555" w:rsidRPr="00A96D27" w:rsidRDefault="000B4555" w:rsidP="000B4555">
      <w:pPr>
        <w:pStyle w:val="ListParagraph"/>
        <w:ind w:left="360" w:right="666"/>
        <w:rPr>
          <w:rFonts w:ascii="Times New Roman" w:hAnsi="Times New Roman"/>
          <w:b/>
        </w:rPr>
      </w:pPr>
    </w:p>
    <w:p w14:paraId="3DBE3556" w14:textId="77777777" w:rsidR="000B4555" w:rsidRPr="00A96D27" w:rsidRDefault="000B4555" w:rsidP="000B4555">
      <w:pPr>
        <w:pStyle w:val="ListParagraph"/>
        <w:ind w:left="360" w:right="666"/>
        <w:rPr>
          <w:rFonts w:ascii="Times New Roman" w:hAnsi="Times New Roman"/>
          <w:b/>
        </w:rPr>
      </w:pPr>
      <w:r w:rsidRPr="00A96D27">
        <w:rPr>
          <w:rFonts w:ascii="Times New Roman" w:hAnsi="Times New Roman"/>
          <w:noProof/>
        </w:rPr>
        <w:drawing>
          <wp:inline distT="0" distB="0" distL="0" distR="0" wp14:anchorId="5BC5E5D9" wp14:editId="520F8C00">
            <wp:extent cx="5943600" cy="3788410"/>
            <wp:effectExtent l="0" t="0" r="0" b="254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943600" cy="3788410"/>
                    </a:xfrm>
                    <a:prstGeom prst="rect">
                      <a:avLst/>
                    </a:prstGeom>
                  </pic:spPr>
                </pic:pic>
              </a:graphicData>
            </a:graphic>
          </wp:inline>
        </w:drawing>
      </w:r>
    </w:p>
    <w:p w14:paraId="4510EBA6" w14:textId="77777777" w:rsidR="000B4555" w:rsidRPr="00A96D27" w:rsidRDefault="000B4555" w:rsidP="000B4555">
      <w:pPr>
        <w:pStyle w:val="ListParagraph"/>
        <w:ind w:left="360" w:right="666"/>
        <w:rPr>
          <w:rFonts w:ascii="Times New Roman" w:hAnsi="Times New Roman"/>
          <w:b/>
        </w:rPr>
      </w:pPr>
    </w:p>
    <w:p w14:paraId="352D1D1E" w14:textId="77777777" w:rsidR="000B4555" w:rsidRPr="00A96D27" w:rsidRDefault="00DF7105" w:rsidP="00FF38C9">
      <w:pPr>
        <w:pStyle w:val="Heading2"/>
      </w:pPr>
      <w:r>
        <w:t xml:space="preserve"> </w:t>
      </w:r>
      <w:bookmarkStart w:id="13" w:name="_Toc421050507"/>
      <w:r w:rsidR="000B4555" w:rsidRPr="00A96D27">
        <w:t xml:space="preserve">ASP CONTROLS </w:t>
      </w:r>
      <w:r w:rsidRPr="00A96D27">
        <w:t>(Similar</w:t>
      </w:r>
      <w:r w:rsidR="000B4555" w:rsidRPr="00A96D27">
        <w:t xml:space="preserve"> behavior to HTML elements)</w:t>
      </w:r>
      <w:bookmarkEnd w:id="13"/>
    </w:p>
    <w:p w14:paraId="3E4AE981" w14:textId="77777777" w:rsidR="00DB671B" w:rsidRDefault="000B4555" w:rsidP="000B4555">
      <w:pPr>
        <w:pStyle w:val="ListParagraph"/>
        <w:ind w:right="666"/>
        <w:rPr>
          <w:rFonts w:ascii="Times New Roman" w:hAnsi="Times New Roman"/>
          <w:b/>
          <w:u w:val="single"/>
        </w:rPr>
      </w:pPr>
      <w:r w:rsidRPr="00A96D27">
        <w:rPr>
          <w:rFonts w:ascii="Times New Roman" w:hAnsi="Times New Roman"/>
        </w:rPr>
        <w:br/>
      </w:r>
      <w:r w:rsidRPr="00A96D27">
        <w:rPr>
          <w:rFonts w:ascii="Times New Roman" w:hAnsi="Times New Roman"/>
          <w:b/>
          <w:u w:val="single"/>
        </w:rPr>
        <w:t>A basic TextBox:</w:t>
      </w:r>
      <w:r w:rsidRPr="00A96D27">
        <w:rPr>
          <w:rFonts w:ascii="Times New Roman" w:hAnsi="Times New Roman"/>
          <w:b/>
          <w:u w:val="single"/>
        </w:rPr>
        <w:br/>
      </w:r>
      <w:r w:rsidRPr="00A96D27">
        <w:rPr>
          <w:rFonts w:ascii="Times New Roman" w:hAnsi="Times New Roman"/>
        </w:rPr>
        <w:t>&lt;asp:TextBox ID="txtName" runat="server"&gt;&lt;/asp:TextBox&gt;</w:t>
      </w:r>
      <w:r w:rsidRPr="00A96D27">
        <w:rPr>
          <w:rFonts w:ascii="Times New Roman" w:hAnsi="Times New Roman"/>
          <w:b/>
          <w:u w:val="single"/>
        </w:rPr>
        <w:br/>
      </w:r>
      <w:r w:rsidRPr="00A96D27">
        <w:rPr>
          <w:rFonts w:ascii="Times New Roman" w:hAnsi="Times New Roman"/>
          <w:b/>
          <w:u w:val="single"/>
        </w:rPr>
        <w:br/>
        <w:t>A password TextBox:</w:t>
      </w:r>
      <w:r w:rsidRPr="00A96D27">
        <w:rPr>
          <w:rFonts w:ascii="Times New Roman" w:hAnsi="Times New Roman"/>
          <w:b/>
          <w:u w:val="single"/>
        </w:rPr>
        <w:br/>
      </w:r>
      <w:r w:rsidRPr="00A96D27">
        <w:rPr>
          <w:rFonts w:ascii="Times New Roman" w:hAnsi="Times New Roman"/>
        </w:rPr>
        <w:t>&lt;asp:TextBox ID="txtPassword" TextMode="password" runat="server"&gt;&lt;/asp:TextBox&gt;</w:t>
      </w:r>
      <w:r w:rsidRPr="00A96D27">
        <w:rPr>
          <w:rFonts w:ascii="Times New Roman" w:hAnsi="Times New Roman"/>
        </w:rPr>
        <w:br/>
      </w:r>
      <w:r w:rsidRPr="00A96D27">
        <w:rPr>
          <w:rFonts w:ascii="Times New Roman" w:hAnsi="Times New Roman"/>
          <w:b/>
          <w:u w:val="single"/>
        </w:rPr>
        <w:br/>
        <w:t>A TextBox with text:</w:t>
      </w:r>
      <w:r w:rsidRPr="00A96D27">
        <w:rPr>
          <w:rFonts w:ascii="Times New Roman" w:hAnsi="Times New Roman"/>
        </w:rPr>
        <w:br/>
        <w:t>&lt;asp:TextBox ID="txtTextValue" Text="Hello World!" runat="server"&gt;&lt;/asp:TextBox&gt;</w:t>
      </w:r>
      <w:r w:rsidRPr="00A96D27">
        <w:rPr>
          <w:rFonts w:ascii="Times New Roman" w:hAnsi="Times New Roman"/>
        </w:rPr>
        <w:br/>
      </w:r>
      <w:r w:rsidRPr="00A96D27">
        <w:rPr>
          <w:rFonts w:ascii="Times New Roman" w:hAnsi="Times New Roman"/>
        </w:rPr>
        <w:br/>
      </w:r>
    </w:p>
    <w:p w14:paraId="1EC2CB43" w14:textId="6026745C" w:rsidR="000B4555" w:rsidRPr="00A96D27" w:rsidRDefault="000B4555" w:rsidP="000B4555">
      <w:pPr>
        <w:pStyle w:val="ListParagraph"/>
        <w:ind w:right="666"/>
        <w:rPr>
          <w:rFonts w:ascii="Times New Roman" w:hAnsi="Times New Roman"/>
          <w:b/>
          <w:u w:val="single"/>
        </w:rPr>
      </w:pPr>
      <w:r w:rsidRPr="00A96D27">
        <w:rPr>
          <w:rFonts w:ascii="Times New Roman" w:hAnsi="Times New Roman"/>
          <w:b/>
          <w:u w:val="single"/>
        </w:rPr>
        <w:lastRenderedPageBreak/>
        <w:t>A multiline TextBox:</w:t>
      </w:r>
      <w:r w:rsidRPr="00A96D27">
        <w:rPr>
          <w:rFonts w:ascii="Times New Roman" w:hAnsi="Times New Roman"/>
        </w:rPr>
        <w:br/>
        <w:t>&lt;asp:TextBox ID="txtComment" TextMode="multiline" runat="server"&gt;&lt;/asp:TextBox&gt;</w:t>
      </w:r>
      <w:r w:rsidRPr="00A96D27">
        <w:rPr>
          <w:rFonts w:ascii="Times New Roman" w:hAnsi="Times New Roman"/>
        </w:rPr>
        <w:br/>
      </w:r>
      <w:r w:rsidRPr="00A96D27">
        <w:rPr>
          <w:rFonts w:ascii="Times New Roman" w:hAnsi="Times New Roman"/>
        </w:rPr>
        <w:br/>
      </w:r>
      <w:r w:rsidRPr="00A96D27">
        <w:rPr>
          <w:rFonts w:ascii="Times New Roman" w:hAnsi="Times New Roman"/>
          <w:b/>
          <w:u w:val="single"/>
        </w:rPr>
        <w:t>Checkbox</w:t>
      </w:r>
      <w:r w:rsidRPr="00A96D27">
        <w:rPr>
          <w:rFonts w:ascii="Times New Roman" w:hAnsi="Times New Roman"/>
          <w:b/>
          <w:u w:val="single"/>
        </w:rPr>
        <w:br/>
      </w:r>
      <w:r w:rsidRPr="00A96D27">
        <w:rPr>
          <w:rFonts w:ascii="Times New Roman" w:hAnsi="Times New Roman"/>
        </w:rPr>
        <w:t>&lt;asp:CheckBox ID="chkIsStudent" runat="server" /&gt;</w:t>
      </w:r>
    </w:p>
    <w:p w14:paraId="31FC8822" w14:textId="77777777" w:rsidR="000B4555" w:rsidRPr="00A96D27" w:rsidRDefault="000B4555" w:rsidP="000B4555">
      <w:pPr>
        <w:pStyle w:val="ListParagraph"/>
        <w:ind w:right="666"/>
        <w:rPr>
          <w:rFonts w:ascii="Times New Roman" w:hAnsi="Times New Roman"/>
          <w:b/>
          <w:u w:val="single"/>
        </w:rPr>
      </w:pPr>
    </w:p>
    <w:p w14:paraId="3FFF3C12" w14:textId="77777777" w:rsidR="000B4555" w:rsidRPr="00A96D27" w:rsidRDefault="000B4555" w:rsidP="000B4555">
      <w:pPr>
        <w:pStyle w:val="ListParagraph"/>
        <w:ind w:right="666"/>
        <w:rPr>
          <w:rFonts w:ascii="Times New Roman" w:hAnsi="Times New Roman"/>
          <w:b/>
          <w:u w:val="single"/>
        </w:rPr>
      </w:pPr>
      <w:r w:rsidRPr="00A96D27">
        <w:rPr>
          <w:rFonts w:ascii="Times New Roman" w:hAnsi="Times New Roman"/>
          <w:b/>
          <w:u w:val="single"/>
        </w:rPr>
        <w:t>Radio Button</w:t>
      </w:r>
      <w:r w:rsidRPr="00A96D27">
        <w:rPr>
          <w:rFonts w:ascii="Times New Roman" w:hAnsi="Times New Roman"/>
          <w:b/>
          <w:u w:val="single"/>
        </w:rPr>
        <w:br/>
      </w:r>
      <w:r w:rsidRPr="00A96D27">
        <w:rPr>
          <w:rFonts w:ascii="Times New Roman" w:hAnsi="Times New Roman"/>
        </w:rPr>
        <w:t>&lt;asp:RadioButton ID="rdMale" GroupName="Gender" runat="server" /&gt;</w:t>
      </w:r>
      <w:r w:rsidRPr="00A96D27">
        <w:rPr>
          <w:rFonts w:ascii="Times New Roman" w:hAnsi="Times New Roman"/>
        </w:rPr>
        <w:br/>
        <w:t>&lt;asp:RadioButton ID="rdFemale" GroupName="Gender" runat="server" /&gt;</w:t>
      </w:r>
      <w:r w:rsidRPr="00A96D27">
        <w:rPr>
          <w:rFonts w:ascii="Times New Roman" w:hAnsi="Times New Roman"/>
        </w:rPr>
        <w:br/>
      </w:r>
    </w:p>
    <w:p w14:paraId="3DB04F76" w14:textId="77777777" w:rsidR="000B4555" w:rsidRPr="00A96D27" w:rsidRDefault="000B4555" w:rsidP="000B4555">
      <w:pPr>
        <w:pStyle w:val="ListParagraph"/>
        <w:ind w:right="666"/>
        <w:rPr>
          <w:rFonts w:ascii="Times New Roman" w:hAnsi="Times New Roman"/>
        </w:rPr>
      </w:pPr>
      <w:r w:rsidRPr="00A96D27">
        <w:rPr>
          <w:rFonts w:ascii="Times New Roman" w:hAnsi="Times New Roman"/>
          <w:b/>
          <w:u w:val="single"/>
        </w:rPr>
        <w:t>Dropdown List</w:t>
      </w:r>
      <w:r w:rsidRPr="00A96D27">
        <w:rPr>
          <w:rFonts w:ascii="Times New Roman" w:hAnsi="Times New Roman"/>
          <w:b/>
          <w:u w:val="single"/>
        </w:rPr>
        <w:br/>
      </w:r>
      <w:r w:rsidRPr="00A96D27">
        <w:rPr>
          <w:rFonts w:ascii="Times New Roman" w:hAnsi="Times New Roman"/>
        </w:rPr>
        <w:t>&lt;asp:DropDownList ID="ddlDepartment" runat="server"&gt;</w:t>
      </w:r>
      <w:r w:rsidRPr="00A96D27">
        <w:rPr>
          <w:rFonts w:ascii="Times New Roman" w:hAnsi="Times New Roman"/>
        </w:rPr>
        <w:br/>
        <w:t>&lt;asp:ListItem Text="Select" Value="0"&gt;&lt;/asp:ListItem&gt;</w:t>
      </w:r>
      <w:r w:rsidRPr="00A96D27">
        <w:rPr>
          <w:rFonts w:ascii="Times New Roman" w:hAnsi="Times New Roman"/>
          <w:b/>
          <w:u w:val="single"/>
        </w:rPr>
        <w:br/>
      </w:r>
      <w:r w:rsidRPr="00A96D27">
        <w:rPr>
          <w:rFonts w:ascii="Times New Roman" w:hAnsi="Times New Roman"/>
        </w:rPr>
        <w:t>&lt;asp:ListItem Text="Computer Science" Value="CS"&gt;&lt;/asp:ListItem&gt;</w:t>
      </w:r>
      <w:r w:rsidRPr="00A96D27">
        <w:rPr>
          <w:rFonts w:ascii="Times New Roman" w:hAnsi="Times New Roman"/>
        </w:rPr>
        <w:br/>
        <w:t>&lt;asp:ListItem Text="Electrical Engineering" Value="EE"&gt;&lt;/asp:ListItem&gt;</w:t>
      </w:r>
      <w:r w:rsidRPr="00A96D27">
        <w:rPr>
          <w:rFonts w:ascii="Times New Roman" w:hAnsi="Times New Roman"/>
        </w:rPr>
        <w:br/>
        <w:t>&lt;asp:ListItem Text="Business Administrator" Value="BBA"&gt;&lt;/asp:ListItem&gt;</w:t>
      </w:r>
      <w:r w:rsidRPr="00A96D27">
        <w:rPr>
          <w:rFonts w:ascii="Times New Roman" w:hAnsi="Times New Roman"/>
        </w:rPr>
        <w:br/>
        <w:t>&lt;asp:ListItem Text="Civil Engineering" Value="CV"&gt;&lt;/asp:ListItem&gt;</w:t>
      </w:r>
      <w:r w:rsidRPr="00A96D27">
        <w:rPr>
          <w:rFonts w:ascii="Times New Roman" w:hAnsi="Times New Roman"/>
        </w:rPr>
        <w:br/>
        <w:t>&lt;/asp:DropDownList&gt;</w:t>
      </w:r>
    </w:p>
    <w:p w14:paraId="2FE5424D" w14:textId="77777777" w:rsidR="000B4555" w:rsidRPr="00A96D27" w:rsidRDefault="000B4555" w:rsidP="000B4555">
      <w:pPr>
        <w:pStyle w:val="ListParagraph"/>
        <w:ind w:right="666"/>
        <w:rPr>
          <w:rFonts w:ascii="Times New Roman" w:hAnsi="Times New Roman"/>
          <w:b/>
          <w:u w:val="single"/>
        </w:rPr>
      </w:pPr>
    </w:p>
    <w:p w14:paraId="092D550C" w14:textId="77777777" w:rsidR="000B4555" w:rsidRPr="00A96D27" w:rsidRDefault="000B4555" w:rsidP="000B4555">
      <w:pPr>
        <w:pStyle w:val="ListParagraph"/>
        <w:ind w:right="666"/>
        <w:rPr>
          <w:rFonts w:ascii="Times New Roman" w:hAnsi="Times New Roman"/>
        </w:rPr>
      </w:pPr>
      <w:r w:rsidRPr="00A96D27">
        <w:rPr>
          <w:rFonts w:ascii="Times New Roman" w:hAnsi="Times New Roman"/>
          <w:b/>
          <w:u w:val="single"/>
        </w:rPr>
        <w:t>Button</w:t>
      </w:r>
      <w:r w:rsidRPr="00A96D27">
        <w:rPr>
          <w:rFonts w:ascii="Times New Roman" w:hAnsi="Times New Roman"/>
          <w:b/>
          <w:u w:val="single"/>
        </w:rPr>
        <w:br/>
      </w:r>
      <w:r w:rsidRPr="00A96D27">
        <w:rPr>
          <w:rFonts w:ascii="Times New Roman" w:hAnsi="Times New Roman"/>
        </w:rPr>
        <w:t>&lt;asp:Button ID="btnSave" Text="Save Form" runat="server" /&gt;</w:t>
      </w:r>
    </w:p>
    <w:p w14:paraId="2B24755E" w14:textId="77777777" w:rsidR="000B4555" w:rsidRPr="00A96D27" w:rsidRDefault="000B4555" w:rsidP="000B4555">
      <w:pPr>
        <w:pStyle w:val="ListParagraph"/>
        <w:ind w:right="666"/>
        <w:rPr>
          <w:rFonts w:ascii="Times New Roman" w:hAnsi="Times New Roman"/>
        </w:rPr>
      </w:pPr>
    </w:p>
    <w:p w14:paraId="30B75FFB" w14:textId="77777777" w:rsidR="000B4555" w:rsidRPr="00A96D27" w:rsidRDefault="000B4555" w:rsidP="000B4555">
      <w:pPr>
        <w:pStyle w:val="ListParagraph"/>
        <w:ind w:right="666"/>
        <w:rPr>
          <w:rFonts w:ascii="Times New Roman" w:hAnsi="Times New Roman"/>
          <w:b/>
          <w:u w:val="single"/>
        </w:rPr>
      </w:pPr>
      <w:r w:rsidRPr="00A96D27">
        <w:rPr>
          <w:rFonts w:ascii="Times New Roman" w:hAnsi="Times New Roman"/>
          <w:b/>
          <w:u w:val="single"/>
        </w:rPr>
        <w:t>Image</w:t>
      </w:r>
    </w:p>
    <w:p w14:paraId="05E9E8F1" w14:textId="77777777" w:rsidR="000B4555" w:rsidRPr="00A96D27" w:rsidRDefault="000B4555" w:rsidP="000B4555">
      <w:pPr>
        <w:autoSpaceDE w:val="0"/>
        <w:autoSpaceDN w:val="0"/>
        <w:adjustRightInd w:val="0"/>
        <w:ind w:firstLine="720"/>
        <w:rPr>
          <w:color w:val="0000FF"/>
          <w:sz w:val="19"/>
          <w:szCs w:val="19"/>
        </w:rPr>
      </w:pPr>
      <w:r w:rsidRPr="00A96D27">
        <w:t>&lt;asp:Image ID="Image2"  ImageUrl="</w:t>
      </w:r>
      <w:r w:rsidRPr="00A96D27">
        <w:rPr>
          <w:color w:val="0000FF"/>
          <w:sz w:val="19"/>
          <w:szCs w:val="19"/>
        </w:rPr>
        <w:t>https://auth.gfx.ms/images/ms-logo.png</w:t>
      </w:r>
      <w:r w:rsidRPr="00A96D27">
        <w:t>"  runat="server" /&gt;</w:t>
      </w:r>
    </w:p>
    <w:p w14:paraId="799A2756" w14:textId="77777777" w:rsidR="000B4555" w:rsidRPr="00A96D27" w:rsidRDefault="000B4555" w:rsidP="000B4555">
      <w:pPr>
        <w:pStyle w:val="ListParagraph"/>
        <w:ind w:right="666"/>
        <w:rPr>
          <w:rFonts w:ascii="Times New Roman" w:hAnsi="Times New Roman"/>
        </w:rPr>
      </w:pPr>
    </w:p>
    <w:p w14:paraId="29E3FA84" w14:textId="77777777" w:rsidR="000B4555" w:rsidRPr="00A96D27" w:rsidRDefault="000B4555" w:rsidP="000B4555">
      <w:pPr>
        <w:pStyle w:val="ListParagraph"/>
        <w:ind w:right="666"/>
        <w:rPr>
          <w:rFonts w:ascii="Times New Roman" w:hAnsi="Times New Roman"/>
        </w:rPr>
      </w:pPr>
    </w:p>
    <w:p w14:paraId="2A0E5F90" w14:textId="77777777" w:rsidR="006F4CEE" w:rsidRDefault="006F4CEE" w:rsidP="006F4CEE">
      <w:pPr>
        <w:rPr>
          <w:b/>
          <w:u w:val="single"/>
        </w:rPr>
      </w:pPr>
    </w:p>
    <w:p w14:paraId="0474E757" w14:textId="25E9DFCF" w:rsidR="000B4555" w:rsidRPr="006F4CEE" w:rsidRDefault="00E57A24" w:rsidP="00FF38C9">
      <w:pPr>
        <w:pStyle w:val="Heading2"/>
      </w:pPr>
      <w:r w:rsidRPr="006F4CEE">
        <w:t>Key points</w:t>
      </w:r>
    </w:p>
    <w:p w14:paraId="13DBA7C9" w14:textId="77777777" w:rsidR="000B4555" w:rsidRPr="00A96D27" w:rsidRDefault="000B4555" w:rsidP="000B4555">
      <w:pPr>
        <w:pStyle w:val="ListParagraph"/>
        <w:ind w:right="666"/>
        <w:rPr>
          <w:rFonts w:ascii="Times New Roman" w:hAnsi="Times New Roman"/>
        </w:rPr>
      </w:pPr>
    </w:p>
    <w:p w14:paraId="6CC07FD1" w14:textId="77777777" w:rsidR="000B4555" w:rsidRPr="00A96D27" w:rsidRDefault="000B4555" w:rsidP="000B4555">
      <w:pPr>
        <w:pStyle w:val="ListParagraph"/>
        <w:autoSpaceDE w:val="0"/>
        <w:autoSpaceDN w:val="0"/>
        <w:adjustRightInd w:val="0"/>
        <w:spacing w:after="0" w:line="240" w:lineRule="auto"/>
        <w:ind w:left="0" w:right="666"/>
        <w:rPr>
          <w:rFonts w:ascii="Times New Roman" w:hAnsi="Times New Roman"/>
          <w:color w:val="0000FF"/>
          <w:sz w:val="19"/>
          <w:szCs w:val="19"/>
        </w:rPr>
      </w:pPr>
    </w:p>
    <w:p w14:paraId="2FF45ECD" w14:textId="77777777" w:rsidR="000B4555" w:rsidRPr="00A96D27" w:rsidRDefault="000B4555" w:rsidP="000B4555">
      <w:pPr>
        <w:pStyle w:val="ListParagraph"/>
        <w:autoSpaceDE w:val="0"/>
        <w:autoSpaceDN w:val="0"/>
        <w:adjustRightInd w:val="0"/>
        <w:spacing w:after="0" w:line="240" w:lineRule="auto"/>
        <w:ind w:left="0" w:right="666"/>
        <w:rPr>
          <w:rFonts w:ascii="Times New Roman" w:hAnsi="Times New Roman"/>
          <w:color w:val="0000FF"/>
          <w:sz w:val="19"/>
          <w:szCs w:val="19"/>
        </w:rPr>
      </w:pPr>
      <w:r w:rsidRPr="00A96D27">
        <w:rPr>
          <w:rFonts w:ascii="Times New Roman" w:hAnsi="Times New Roman"/>
          <w:noProof/>
        </w:rPr>
        <w:drawing>
          <wp:inline distT="0" distB="0" distL="0" distR="0" wp14:anchorId="397AB17E" wp14:editId="32F81248">
            <wp:extent cx="5943600" cy="914400"/>
            <wp:effectExtent l="0" t="0" r="0" b="0"/>
            <wp:docPr id="19" name="Picture 19" descr="C:\Users\htariq2\AppData\Local\Temp\SNAGHTML28f433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tariq2\AppData\Local\Temp\SNAGHTML28f43308.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914400"/>
                    </a:xfrm>
                    <a:prstGeom prst="rect">
                      <a:avLst/>
                    </a:prstGeom>
                    <a:noFill/>
                    <a:ln>
                      <a:noFill/>
                    </a:ln>
                  </pic:spPr>
                </pic:pic>
              </a:graphicData>
            </a:graphic>
          </wp:inline>
        </w:drawing>
      </w:r>
    </w:p>
    <w:p w14:paraId="4CE5AB46" w14:textId="77777777" w:rsidR="000B4555" w:rsidRPr="00A96D27" w:rsidRDefault="000B4555" w:rsidP="000B4555">
      <w:pPr>
        <w:pStyle w:val="ListParagraph"/>
        <w:autoSpaceDE w:val="0"/>
        <w:autoSpaceDN w:val="0"/>
        <w:adjustRightInd w:val="0"/>
        <w:spacing w:after="0" w:line="240" w:lineRule="auto"/>
        <w:ind w:left="0" w:right="666"/>
        <w:rPr>
          <w:rFonts w:ascii="Times New Roman" w:hAnsi="Times New Roman"/>
          <w:color w:val="0000FF"/>
          <w:sz w:val="19"/>
          <w:szCs w:val="19"/>
        </w:rPr>
      </w:pPr>
    </w:p>
    <w:p w14:paraId="21E87D3D" w14:textId="77777777" w:rsidR="000B4555" w:rsidRPr="00A96D27" w:rsidRDefault="000B4555" w:rsidP="000B4555">
      <w:pPr>
        <w:pStyle w:val="ListParagraph"/>
        <w:autoSpaceDE w:val="0"/>
        <w:autoSpaceDN w:val="0"/>
        <w:adjustRightInd w:val="0"/>
        <w:spacing w:after="0" w:line="240" w:lineRule="auto"/>
        <w:ind w:left="0" w:right="666"/>
        <w:rPr>
          <w:rFonts w:ascii="Times New Roman" w:hAnsi="Times New Roman"/>
          <w:color w:val="0000FF"/>
          <w:sz w:val="19"/>
          <w:szCs w:val="19"/>
        </w:rPr>
      </w:pPr>
    </w:p>
    <w:p w14:paraId="6F195AB5" w14:textId="77777777" w:rsidR="000B4555" w:rsidRPr="00A96D27" w:rsidRDefault="000B4555" w:rsidP="000B4555">
      <w:pPr>
        <w:pStyle w:val="ListParagraph"/>
        <w:ind w:left="360" w:right="666"/>
        <w:rPr>
          <w:rFonts w:ascii="Times New Roman" w:hAnsi="Times New Roman"/>
          <w:b/>
        </w:rPr>
      </w:pPr>
    </w:p>
    <w:p w14:paraId="3AB9D1E2" w14:textId="77777777" w:rsidR="000B4555" w:rsidRPr="00A96D27" w:rsidRDefault="000B4555" w:rsidP="000B4555">
      <w:pPr>
        <w:pStyle w:val="ListParagraph"/>
        <w:numPr>
          <w:ilvl w:val="0"/>
          <w:numId w:val="13"/>
        </w:numPr>
        <w:ind w:right="666"/>
        <w:rPr>
          <w:rFonts w:ascii="Times New Roman" w:hAnsi="Times New Roman"/>
        </w:rPr>
      </w:pPr>
      <w:r w:rsidRPr="00A96D27">
        <w:rPr>
          <w:rFonts w:ascii="Times New Roman" w:hAnsi="Times New Roman"/>
          <w:b/>
          <w:u w:val="single"/>
        </w:rPr>
        <w:t>Question:</w:t>
      </w:r>
      <w:r w:rsidRPr="00A96D27">
        <w:rPr>
          <w:rFonts w:ascii="Times New Roman" w:hAnsi="Times New Roman"/>
        </w:rPr>
        <w:t xml:space="preserve"> Why do I have to specify runat="server" on all my ASP.NET controls when it is a mandatory attribute and server is the only option available in my limited knowledge of ASP.NET, and I get an error if I don't use it?</w:t>
      </w:r>
    </w:p>
    <w:p w14:paraId="05B595F5" w14:textId="77777777" w:rsidR="000B4555" w:rsidRPr="00A96D27" w:rsidRDefault="000B4555" w:rsidP="000B4555">
      <w:pPr>
        <w:pStyle w:val="ListParagraph"/>
        <w:numPr>
          <w:ilvl w:val="0"/>
          <w:numId w:val="13"/>
        </w:numPr>
        <w:ind w:right="666"/>
        <w:rPr>
          <w:rFonts w:ascii="Times New Roman" w:hAnsi="Times New Roman"/>
          <w:b/>
          <w:u w:val="single"/>
        </w:rPr>
      </w:pPr>
      <w:r w:rsidRPr="00A96D27">
        <w:rPr>
          <w:rFonts w:ascii="Times New Roman" w:hAnsi="Times New Roman"/>
          <w:b/>
          <w:u w:val="single"/>
        </w:rPr>
        <w:t xml:space="preserve">Answer: </w:t>
      </w:r>
      <w:r w:rsidRPr="00A96D27">
        <w:rPr>
          <w:rFonts w:ascii="Times New Roman" w:hAnsi="Times New Roman"/>
        </w:rPr>
        <w:t>it has to do with how server-side controls are identified during processing. Rather than having to check every control at runtime by name to determine whether server-side processing needs to be done, it does a selection on the internal node representation by tag. The compiler checks to make sure that all controls that require server tags have them during the validation step.</w:t>
      </w:r>
    </w:p>
    <w:p w14:paraId="22469D17" w14:textId="77777777" w:rsidR="000B4555" w:rsidRPr="00A96D27" w:rsidRDefault="000B4555" w:rsidP="000B4555">
      <w:pPr>
        <w:pStyle w:val="ListParagraph"/>
        <w:ind w:left="1080" w:right="666"/>
        <w:rPr>
          <w:rFonts w:ascii="Times New Roman" w:hAnsi="Times New Roman"/>
          <w:b/>
          <w:u w:val="single"/>
        </w:rPr>
      </w:pPr>
    </w:p>
    <w:p w14:paraId="0A0540F8" w14:textId="77777777" w:rsidR="000B4555" w:rsidRPr="00A96D27" w:rsidRDefault="000B4555" w:rsidP="000B4555">
      <w:pPr>
        <w:pStyle w:val="ListParagraph"/>
        <w:numPr>
          <w:ilvl w:val="0"/>
          <w:numId w:val="12"/>
        </w:numPr>
        <w:ind w:right="666"/>
        <w:rPr>
          <w:rFonts w:ascii="Times New Roman" w:hAnsi="Times New Roman"/>
          <w:b/>
        </w:rPr>
      </w:pPr>
      <w:r w:rsidRPr="00A96D27">
        <w:rPr>
          <w:rFonts w:ascii="Times New Roman" w:hAnsi="Times New Roman"/>
          <w:b/>
        </w:rPr>
        <w:t>&lt;br&gt; means new line in HTML</w:t>
      </w:r>
    </w:p>
    <w:p w14:paraId="069A13C2" w14:textId="77777777" w:rsidR="000B4555" w:rsidRPr="00A96D27" w:rsidRDefault="000B4555" w:rsidP="000B4555">
      <w:pPr>
        <w:pStyle w:val="ListParagraph"/>
        <w:numPr>
          <w:ilvl w:val="0"/>
          <w:numId w:val="12"/>
        </w:numPr>
        <w:ind w:right="666"/>
        <w:rPr>
          <w:rFonts w:ascii="Times New Roman" w:hAnsi="Times New Roman"/>
        </w:rPr>
      </w:pPr>
      <w:r w:rsidRPr="00A96D27">
        <w:rPr>
          <w:rFonts w:ascii="Times New Roman" w:hAnsi="Times New Roman"/>
          <w:b/>
        </w:rPr>
        <w:t>&amp;nbsp; means space in HTML</w:t>
      </w:r>
    </w:p>
    <w:p w14:paraId="5FF4ACA7" w14:textId="77777777" w:rsidR="000B4555" w:rsidRDefault="000B4555" w:rsidP="000B4555">
      <w:pPr>
        <w:pStyle w:val="ListParagraph"/>
        <w:ind w:left="1080" w:right="666"/>
        <w:rPr>
          <w:rFonts w:ascii="Times New Roman" w:hAnsi="Times New Roman"/>
        </w:rPr>
      </w:pPr>
    </w:p>
    <w:p w14:paraId="48905ED4" w14:textId="77777777" w:rsidR="00843178" w:rsidRDefault="00843178" w:rsidP="000B4555">
      <w:pPr>
        <w:pStyle w:val="ListParagraph"/>
        <w:ind w:left="1080" w:right="666"/>
        <w:rPr>
          <w:rFonts w:ascii="Times New Roman" w:hAnsi="Times New Roman"/>
        </w:rPr>
      </w:pPr>
    </w:p>
    <w:p w14:paraId="6592D4E3" w14:textId="77777777" w:rsidR="00843178" w:rsidRDefault="00843178" w:rsidP="000B4555">
      <w:pPr>
        <w:pStyle w:val="ListParagraph"/>
        <w:ind w:left="1080" w:right="666"/>
        <w:rPr>
          <w:rFonts w:ascii="Times New Roman" w:hAnsi="Times New Roman"/>
        </w:rPr>
      </w:pPr>
    </w:p>
    <w:p w14:paraId="4CFDFB8E" w14:textId="77777777" w:rsidR="00843178" w:rsidRDefault="00843178" w:rsidP="000B4555">
      <w:pPr>
        <w:pStyle w:val="ListParagraph"/>
        <w:ind w:left="1080" w:right="666"/>
        <w:rPr>
          <w:rFonts w:ascii="Times New Roman" w:hAnsi="Times New Roman"/>
        </w:rPr>
      </w:pPr>
    </w:p>
    <w:p w14:paraId="46A8506D" w14:textId="77777777" w:rsidR="00843178" w:rsidRDefault="00843178" w:rsidP="000B4555">
      <w:pPr>
        <w:pStyle w:val="ListParagraph"/>
        <w:ind w:left="1080" w:right="666"/>
        <w:rPr>
          <w:rFonts w:ascii="Times New Roman" w:hAnsi="Times New Roman"/>
        </w:rPr>
      </w:pPr>
    </w:p>
    <w:p w14:paraId="42223745" w14:textId="77777777" w:rsidR="00843178" w:rsidRDefault="00843178" w:rsidP="000B4555">
      <w:pPr>
        <w:pStyle w:val="ListParagraph"/>
        <w:ind w:left="1080" w:right="666"/>
        <w:rPr>
          <w:rFonts w:ascii="Times New Roman" w:hAnsi="Times New Roman"/>
        </w:rPr>
      </w:pPr>
    </w:p>
    <w:p w14:paraId="35AF2B75" w14:textId="77777777" w:rsidR="00843178" w:rsidRDefault="00843178" w:rsidP="000B4555">
      <w:pPr>
        <w:pStyle w:val="ListParagraph"/>
        <w:ind w:left="1080" w:right="666"/>
        <w:rPr>
          <w:rFonts w:ascii="Times New Roman" w:hAnsi="Times New Roman"/>
        </w:rPr>
      </w:pPr>
    </w:p>
    <w:p w14:paraId="1C22F5BB" w14:textId="77777777" w:rsidR="00843178" w:rsidRDefault="00843178" w:rsidP="000B4555">
      <w:pPr>
        <w:pStyle w:val="ListParagraph"/>
        <w:ind w:left="1080" w:right="666"/>
        <w:rPr>
          <w:rFonts w:ascii="Times New Roman" w:hAnsi="Times New Roman"/>
        </w:rPr>
      </w:pPr>
    </w:p>
    <w:p w14:paraId="0439D2B1" w14:textId="77777777" w:rsidR="00843178" w:rsidRDefault="00843178" w:rsidP="000B4555">
      <w:pPr>
        <w:pStyle w:val="ListParagraph"/>
        <w:ind w:left="1080" w:right="666"/>
        <w:rPr>
          <w:rFonts w:ascii="Times New Roman" w:hAnsi="Times New Roman"/>
        </w:rPr>
      </w:pPr>
    </w:p>
    <w:p w14:paraId="395475EA" w14:textId="77777777" w:rsidR="00843178" w:rsidRDefault="00843178" w:rsidP="000B4555">
      <w:pPr>
        <w:pStyle w:val="ListParagraph"/>
        <w:ind w:left="1080" w:right="666"/>
        <w:rPr>
          <w:rFonts w:ascii="Times New Roman" w:hAnsi="Times New Roman"/>
        </w:rPr>
      </w:pPr>
    </w:p>
    <w:p w14:paraId="783C72E3" w14:textId="77777777" w:rsidR="00843178" w:rsidRPr="00843178" w:rsidRDefault="00843178" w:rsidP="00843178">
      <w:pPr>
        <w:pStyle w:val="ListParagraph"/>
        <w:ind w:left="3240" w:right="666" w:firstLine="360"/>
        <w:rPr>
          <w:rFonts w:ascii="Times New Roman" w:hAnsi="Times New Roman"/>
          <w:b/>
          <w:sz w:val="36"/>
          <w:szCs w:val="36"/>
        </w:rPr>
      </w:pPr>
      <w:r w:rsidRPr="00843178">
        <w:rPr>
          <w:rFonts w:ascii="Times New Roman" w:hAnsi="Times New Roman"/>
          <w:b/>
          <w:sz w:val="36"/>
          <w:szCs w:val="36"/>
        </w:rPr>
        <w:lastRenderedPageBreak/>
        <w:t>SAMPLE FORM</w:t>
      </w:r>
    </w:p>
    <w:p w14:paraId="42106959" w14:textId="77777777" w:rsidR="000B4555" w:rsidRPr="00A96D27" w:rsidRDefault="000B4555" w:rsidP="000B4555">
      <w:pPr>
        <w:ind w:right="666"/>
        <w:rPr>
          <w:b/>
        </w:rPr>
      </w:pPr>
      <w:r w:rsidRPr="00A96D27">
        <w:rPr>
          <w:noProof/>
        </w:rPr>
        <w:drawing>
          <wp:inline distT="0" distB="0" distL="0" distR="0" wp14:anchorId="71E21005" wp14:editId="088D950B">
            <wp:extent cx="5943600" cy="4263390"/>
            <wp:effectExtent l="0" t="0" r="0"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943600" cy="4263390"/>
                    </a:xfrm>
                    <a:prstGeom prst="rect">
                      <a:avLst/>
                    </a:prstGeom>
                  </pic:spPr>
                </pic:pic>
              </a:graphicData>
            </a:graphic>
          </wp:inline>
        </w:drawing>
      </w:r>
    </w:p>
    <w:p w14:paraId="0AA650FB" w14:textId="77777777" w:rsidR="000B4555" w:rsidRPr="00A96D27" w:rsidRDefault="000B4555" w:rsidP="000B4555">
      <w:pPr>
        <w:ind w:right="666"/>
        <w:rPr>
          <w:b/>
        </w:rPr>
      </w:pPr>
    </w:p>
    <w:p w14:paraId="297D51E6" w14:textId="77777777" w:rsidR="000B4555" w:rsidRPr="00A96D27" w:rsidRDefault="000B4555" w:rsidP="000B4555">
      <w:pPr>
        <w:ind w:right="666"/>
        <w:rPr>
          <w:b/>
        </w:rPr>
      </w:pPr>
    </w:p>
    <w:p w14:paraId="47BBBE8B" w14:textId="77777777" w:rsidR="000B4555" w:rsidRPr="00A96D27" w:rsidRDefault="000B4555" w:rsidP="000B4555">
      <w:pPr>
        <w:ind w:right="666"/>
        <w:rPr>
          <w:b/>
        </w:rPr>
      </w:pPr>
    </w:p>
    <w:p w14:paraId="0889BA1C" w14:textId="77777777" w:rsidR="000B4555" w:rsidRPr="00A96D27" w:rsidRDefault="000B4555" w:rsidP="000B4555">
      <w:pPr>
        <w:ind w:right="666"/>
        <w:rPr>
          <w:b/>
        </w:rPr>
      </w:pPr>
    </w:p>
    <w:p w14:paraId="26B56EF5" w14:textId="77777777" w:rsidR="000B4555" w:rsidRPr="00A96D27" w:rsidRDefault="000B4555" w:rsidP="000B4555">
      <w:pPr>
        <w:ind w:right="666"/>
        <w:rPr>
          <w:b/>
        </w:rPr>
      </w:pPr>
    </w:p>
    <w:p w14:paraId="196E7BFB" w14:textId="77777777" w:rsidR="000B4555" w:rsidRPr="00A96D27" w:rsidRDefault="000B4555" w:rsidP="000B4555">
      <w:pPr>
        <w:ind w:right="666"/>
        <w:rPr>
          <w:b/>
        </w:rPr>
      </w:pPr>
    </w:p>
    <w:p w14:paraId="3E9710E5" w14:textId="77777777" w:rsidR="000B4555" w:rsidRPr="00A96D27" w:rsidRDefault="000B4555" w:rsidP="000B4555">
      <w:pPr>
        <w:ind w:right="666"/>
        <w:rPr>
          <w:b/>
        </w:rPr>
      </w:pPr>
    </w:p>
    <w:p w14:paraId="446FEA52" w14:textId="77777777" w:rsidR="000B4555" w:rsidRPr="00A96D27" w:rsidRDefault="000B4555" w:rsidP="000B4555">
      <w:pPr>
        <w:ind w:right="666"/>
        <w:rPr>
          <w:b/>
        </w:rPr>
      </w:pPr>
    </w:p>
    <w:p w14:paraId="147D306C" w14:textId="77777777" w:rsidR="000B4555" w:rsidRDefault="000B4555" w:rsidP="000B4555">
      <w:pPr>
        <w:rPr>
          <w:b/>
        </w:rPr>
      </w:pPr>
      <w:r>
        <w:rPr>
          <w:b/>
        </w:rPr>
        <w:br w:type="page"/>
      </w:r>
    </w:p>
    <w:p w14:paraId="21B7508A" w14:textId="77777777" w:rsidR="000B4555" w:rsidRPr="00A96D27" w:rsidRDefault="000B4555" w:rsidP="000B4555">
      <w:pPr>
        <w:ind w:right="666"/>
        <w:rPr>
          <w:b/>
        </w:rPr>
      </w:pPr>
    </w:p>
    <w:p w14:paraId="1099858B" w14:textId="77777777" w:rsidR="004B66A1" w:rsidRDefault="004B66A1" w:rsidP="00DF7105">
      <w:pPr>
        <w:pStyle w:val="Heading1"/>
      </w:pPr>
      <w:bookmarkStart w:id="14" w:name="_Toc421050509"/>
      <w:bookmarkStart w:id="15" w:name="_Toc411541612"/>
      <w:r>
        <w:t>Exercise</w:t>
      </w:r>
      <w:bookmarkEnd w:id="14"/>
    </w:p>
    <w:p w14:paraId="6CA4DCF1" w14:textId="77777777" w:rsidR="004B66A1" w:rsidRPr="004B66A1" w:rsidRDefault="004B66A1" w:rsidP="004B66A1"/>
    <w:p w14:paraId="0BBCF347" w14:textId="77777777" w:rsidR="000B4555" w:rsidRDefault="000B4555" w:rsidP="004B66A1">
      <w:r w:rsidRPr="00A96D27">
        <w:t>Using ASP Web form create sample page like given below.</w:t>
      </w:r>
      <w:bookmarkEnd w:id="15"/>
    </w:p>
    <w:p w14:paraId="6ACDA9A8" w14:textId="77777777" w:rsidR="00DF7105" w:rsidRPr="00DF7105" w:rsidRDefault="00DF7105" w:rsidP="00DF7105"/>
    <w:p w14:paraId="6EF27B14" w14:textId="77777777" w:rsidR="000B4555" w:rsidRDefault="00336088" w:rsidP="000B4555">
      <w:pPr>
        <w:ind w:right="666"/>
        <w:rPr>
          <w:b/>
          <w:noProof/>
        </w:rPr>
      </w:pPr>
      <w:r>
        <w:rPr>
          <w:b/>
          <w:noProof/>
        </w:rPr>
        <w:pict w14:anchorId="3A9B78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3.5pt;height:475.8pt">
            <v:imagedata r:id="rId20" o:title="Untitled"/>
          </v:shape>
        </w:pict>
      </w:r>
    </w:p>
    <w:p w14:paraId="6768A194" w14:textId="77777777" w:rsidR="000F2DEC" w:rsidRDefault="000F2DEC" w:rsidP="000B4555">
      <w:pPr>
        <w:ind w:right="666"/>
        <w:rPr>
          <w:b/>
          <w:noProof/>
        </w:rPr>
      </w:pPr>
    </w:p>
    <w:p w14:paraId="741E293D" w14:textId="5538B5D0" w:rsidR="00CD430F" w:rsidRDefault="000F2DEC" w:rsidP="000B4555">
      <w:pPr>
        <w:ind w:right="666"/>
        <w:rPr>
          <w:rStyle w:val="Hyperlink"/>
          <w:noProof/>
        </w:rPr>
      </w:pPr>
      <w:r>
        <w:rPr>
          <w:b/>
          <w:noProof/>
        </w:rPr>
        <w:t xml:space="preserve">Note: </w:t>
      </w:r>
      <w:r>
        <w:rPr>
          <w:noProof/>
        </w:rPr>
        <w:t xml:space="preserve">instagram logo : </w:t>
      </w:r>
      <w:r w:rsidR="0077585B">
        <w:t>You can use any logo from internet.</w:t>
      </w:r>
    </w:p>
    <w:p w14:paraId="340B9996" w14:textId="487CBAFC" w:rsidR="000F2DEC" w:rsidRPr="000F2DEC" w:rsidRDefault="00CD430F" w:rsidP="000B4555">
      <w:pPr>
        <w:ind w:right="666"/>
      </w:pPr>
      <w:r w:rsidRPr="00A96D27">
        <w:rPr>
          <w:noProof/>
        </w:rPr>
        <w:lastRenderedPageBreak/>
        <w:drawing>
          <wp:inline distT="0" distB="0" distL="0" distR="0" wp14:anchorId="36BC0FB8" wp14:editId="497F4226">
            <wp:extent cx="5943600" cy="48101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943600" cy="4810125"/>
                    </a:xfrm>
                    <a:prstGeom prst="rect">
                      <a:avLst/>
                    </a:prstGeom>
                  </pic:spPr>
                </pic:pic>
              </a:graphicData>
            </a:graphic>
          </wp:inline>
        </w:drawing>
      </w:r>
    </w:p>
    <w:p w14:paraId="3C0FDBC5" w14:textId="02DA8FFA" w:rsidR="000B4555" w:rsidRPr="00A96D27" w:rsidRDefault="000B4555" w:rsidP="00CD430F">
      <w:pPr>
        <w:pStyle w:val="ListParagraph"/>
        <w:widowControl w:val="0"/>
        <w:autoSpaceDE w:val="0"/>
        <w:autoSpaceDN w:val="0"/>
        <w:adjustRightInd w:val="0"/>
        <w:spacing w:after="0" w:line="341" w:lineRule="exact"/>
        <w:ind w:left="0" w:right="666"/>
        <w:rPr>
          <w:rFonts w:ascii="Times New Roman" w:hAnsi="Times New Roman"/>
          <w:sz w:val="24"/>
          <w:szCs w:val="24"/>
        </w:rPr>
      </w:pPr>
    </w:p>
    <w:sectPr w:rsidR="000B4555" w:rsidRPr="00A96D27" w:rsidSect="007A51D8">
      <w:headerReference w:type="default" r:id="rId22"/>
      <w:footerReference w:type="default" r:id="rId23"/>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7B187E" w14:textId="77777777" w:rsidR="00D97CAA" w:rsidRDefault="00D97CAA" w:rsidP="00BD37C2">
      <w:r>
        <w:separator/>
      </w:r>
    </w:p>
  </w:endnote>
  <w:endnote w:type="continuationSeparator" w:id="0">
    <w:p w14:paraId="7EDF95D1" w14:textId="77777777" w:rsidR="00D97CAA" w:rsidRDefault="00D97CAA" w:rsidP="00BD3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jaVu Sans">
    <w:altName w:val="MS Mincho"/>
    <w:charset w:val="8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2BAE1A" w14:textId="52AD9645" w:rsidR="007A51D8" w:rsidRPr="001929CD" w:rsidRDefault="007A51D8">
    <w:pPr>
      <w:pStyle w:val="Footer"/>
      <w:rPr>
        <w:sz w:val="24"/>
      </w:rPr>
    </w:pPr>
    <w:r w:rsidRPr="001929CD">
      <w:rPr>
        <w:sz w:val="24"/>
      </w:rPr>
      <w:t xml:space="preserve">Page </w:t>
    </w:r>
    <w:r w:rsidRPr="001929CD">
      <w:rPr>
        <w:sz w:val="24"/>
      </w:rPr>
      <w:fldChar w:fldCharType="begin"/>
    </w:r>
    <w:r w:rsidRPr="001929CD">
      <w:rPr>
        <w:sz w:val="24"/>
      </w:rPr>
      <w:instrText xml:space="preserve"> PAGE   \* MERGEFORMAT </w:instrText>
    </w:r>
    <w:r w:rsidRPr="001929CD">
      <w:rPr>
        <w:sz w:val="24"/>
      </w:rPr>
      <w:fldChar w:fldCharType="separate"/>
    </w:r>
    <w:r w:rsidR="00DB671B">
      <w:rPr>
        <w:noProof/>
        <w:sz w:val="24"/>
      </w:rPr>
      <w:t>13</w:t>
    </w:r>
    <w:r w:rsidRPr="001929CD">
      <w:rPr>
        <w:noProof/>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BFD131" w14:textId="77777777" w:rsidR="00D97CAA" w:rsidRDefault="00D97CAA" w:rsidP="00BD37C2">
      <w:r>
        <w:separator/>
      </w:r>
    </w:p>
  </w:footnote>
  <w:footnote w:type="continuationSeparator" w:id="0">
    <w:p w14:paraId="7416DD5A" w14:textId="77777777" w:rsidR="00D97CAA" w:rsidRDefault="00D97CAA" w:rsidP="00BD37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927D4A" w14:textId="782289DC" w:rsidR="007A51D8" w:rsidRPr="001929CD" w:rsidRDefault="007A51D8" w:rsidP="007A51D8">
    <w:pPr>
      <w:pStyle w:val="Header"/>
      <w:rPr>
        <w:sz w:val="22"/>
      </w:rPr>
    </w:pPr>
    <w:r>
      <w:rPr>
        <w:noProof/>
      </w:rPr>
      <w:drawing>
        <wp:inline distT="0" distB="0" distL="0" distR="0" wp14:anchorId="3C629D83" wp14:editId="2E4177FE">
          <wp:extent cx="352425" cy="342900"/>
          <wp:effectExtent l="1905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352425" cy="342900"/>
                  </a:xfrm>
                  <a:prstGeom prst="rect">
                    <a:avLst/>
                  </a:prstGeom>
                  <a:solidFill>
                    <a:srgbClr val="FFFFFF"/>
                  </a:solidFill>
                  <a:ln w="9525">
                    <a:noFill/>
                    <a:miter lim="800000"/>
                    <a:headEnd/>
                    <a:tailEnd/>
                  </a:ln>
                </pic:spPr>
              </pic:pic>
            </a:graphicData>
          </a:graphic>
        </wp:inline>
      </w:drawing>
    </w:r>
    <w:r w:rsidRPr="001929CD">
      <w:rPr>
        <w:sz w:val="22"/>
      </w:rPr>
      <w:t xml:space="preserve">   FAST NU Lahore</w:t>
    </w:r>
    <w:r w:rsidRPr="001929CD">
      <w:rPr>
        <w:sz w:val="22"/>
      </w:rPr>
      <w:tab/>
    </w:r>
    <w:r w:rsidRPr="001929CD">
      <w:rPr>
        <w:sz w:val="22"/>
      </w:rPr>
      <w:tab/>
      <w:t>Database Systems C</w:t>
    </w:r>
    <w:r w:rsidR="00E45709">
      <w:rPr>
        <w:sz w:val="22"/>
      </w:rPr>
      <w:t>L 21</w:t>
    </w:r>
    <w:r w:rsidR="002C6CAE">
      <w:rPr>
        <w:sz w:val="22"/>
      </w:rPr>
      <w:t>9</w:t>
    </w:r>
  </w:p>
  <w:p w14:paraId="31DD70F3" w14:textId="77777777" w:rsidR="007A51D8" w:rsidRDefault="007A51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3E22CA"/>
    <w:multiLevelType w:val="hybridMultilevel"/>
    <w:tmpl w:val="9D8813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356C54"/>
    <w:multiLevelType w:val="multilevel"/>
    <w:tmpl w:val="1304CC20"/>
    <w:lvl w:ilvl="0">
      <w:start w:val="1"/>
      <w:numFmt w:val="decimal"/>
      <w:pStyle w:val="TOCHeading"/>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24E5D8E"/>
    <w:multiLevelType w:val="multilevel"/>
    <w:tmpl w:val="69A8DF8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13C2386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99231F"/>
    <w:multiLevelType w:val="hybridMultilevel"/>
    <w:tmpl w:val="413A9C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CC614A1"/>
    <w:multiLevelType w:val="hybridMultilevel"/>
    <w:tmpl w:val="B972E7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9B13071"/>
    <w:multiLevelType w:val="multilevel"/>
    <w:tmpl w:val="25B63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DDD18B9"/>
    <w:multiLevelType w:val="hybridMultilevel"/>
    <w:tmpl w:val="2DC2B89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5FD4524"/>
    <w:multiLevelType w:val="multilevel"/>
    <w:tmpl w:val="1B3E91CE"/>
    <w:lvl w:ilvl="0">
      <w:start w:val="1"/>
      <w:numFmt w:val="bullet"/>
      <w:lvlText w:val=""/>
      <w:lvlJc w:val="left"/>
      <w:pPr>
        <w:tabs>
          <w:tab w:val="num" w:pos="1080"/>
        </w:tabs>
        <w:ind w:left="1080" w:hanging="360"/>
      </w:pPr>
      <w:rPr>
        <w:rFonts w:ascii="Symbol" w:hAnsi="Symbol" w:hint="default"/>
        <w:sz w:val="20"/>
      </w:rPr>
    </w:lvl>
    <w:lvl w:ilvl="1">
      <w:start w:val="1"/>
      <w:numFmt w:val="lowerLetter"/>
      <w:lvlText w:val="%2)"/>
      <w:lvlJc w:val="left"/>
      <w:pPr>
        <w:ind w:left="45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 w15:restartNumberingAfterBreak="0">
    <w:nsid w:val="77A66528"/>
    <w:multiLevelType w:val="hybridMultilevel"/>
    <w:tmpl w:val="FD3EB614"/>
    <w:lvl w:ilvl="0" w:tplc="BE8C9698">
      <w:start w:val="1"/>
      <w:numFmt w:val="decimal"/>
      <w:lvlText w:val="%1.     "/>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96C0136"/>
    <w:multiLevelType w:val="multilevel"/>
    <w:tmpl w:val="27DC6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D795993"/>
    <w:multiLevelType w:val="multilevel"/>
    <w:tmpl w:val="6CB61B7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2"/>
  </w:num>
  <w:num w:numId="2">
    <w:abstractNumId w:val="9"/>
  </w:num>
  <w:num w:numId="3">
    <w:abstractNumId w:val="1"/>
  </w:num>
  <w:num w:numId="4">
    <w:abstractNumId w:val="10"/>
  </w:num>
  <w:num w:numId="5">
    <w:abstractNumId w:val="1"/>
  </w:num>
  <w:num w:numId="6">
    <w:abstractNumId w:val="6"/>
  </w:num>
  <w:num w:numId="7">
    <w:abstractNumId w:val="1"/>
  </w:num>
  <w:num w:numId="8">
    <w:abstractNumId w:val="1"/>
  </w:num>
  <w:num w:numId="9">
    <w:abstractNumId w:val="8"/>
  </w:num>
  <w:num w:numId="10">
    <w:abstractNumId w:val="11"/>
  </w:num>
  <w:num w:numId="11">
    <w:abstractNumId w:val="0"/>
  </w:num>
  <w:num w:numId="12">
    <w:abstractNumId w:val="4"/>
  </w:num>
  <w:num w:numId="13">
    <w:abstractNumId w:val="5"/>
  </w:num>
  <w:num w:numId="14">
    <w:abstractNumId w:val="1"/>
  </w:num>
  <w:num w:numId="15">
    <w:abstractNumId w:val="7"/>
  </w:num>
  <w:num w:numId="16">
    <w:abstractNumId w:val="3"/>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555"/>
    <w:rsid w:val="000113F3"/>
    <w:rsid w:val="00033B7D"/>
    <w:rsid w:val="00062D8F"/>
    <w:rsid w:val="00063578"/>
    <w:rsid w:val="00076DC8"/>
    <w:rsid w:val="000A4018"/>
    <w:rsid w:val="000B4555"/>
    <w:rsid w:val="000F1DD5"/>
    <w:rsid w:val="000F2DEC"/>
    <w:rsid w:val="00140BDA"/>
    <w:rsid w:val="00156E2D"/>
    <w:rsid w:val="001929CD"/>
    <w:rsid w:val="001E40A0"/>
    <w:rsid w:val="001F2B54"/>
    <w:rsid w:val="001F401E"/>
    <w:rsid w:val="00211F2E"/>
    <w:rsid w:val="0021373D"/>
    <w:rsid w:val="0022179D"/>
    <w:rsid w:val="00222F78"/>
    <w:rsid w:val="00290E4C"/>
    <w:rsid w:val="002B5C3D"/>
    <w:rsid w:val="002C2D2C"/>
    <w:rsid w:val="002C6CAE"/>
    <w:rsid w:val="00323611"/>
    <w:rsid w:val="00336088"/>
    <w:rsid w:val="003C62FE"/>
    <w:rsid w:val="004146CD"/>
    <w:rsid w:val="0041533E"/>
    <w:rsid w:val="004326E5"/>
    <w:rsid w:val="004B66A1"/>
    <w:rsid w:val="00517B8E"/>
    <w:rsid w:val="00523FC2"/>
    <w:rsid w:val="00585086"/>
    <w:rsid w:val="00687B29"/>
    <w:rsid w:val="006A5212"/>
    <w:rsid w:val="006F24D3"/>
    <w:rsid w:val="006F4CEE"/>
    <w:rsid w:val="007240C3"/>
    <w:rsid w:val="00731DA9"/>
    <w:rsid w:val="00765FEC"/>
    <w:rsid w:val="0077585B"/>
    <w:rsid w:val="00786713"/>
    <w:rsid w:val="007A51D8"/>
    <w:rsid w:val="007B0D62"/>
    <w:rsid w:val="007D7E87"/>
    <w:rsid w:val="008106BE"/>
    <w:rsid w:val="00836FA0"/>
    <w:rsid w:val="00843178"/>
    <w:rsid w:val="00854EC0"/>
    <w:rsid w:val="008654DE"/>
    <w:rsid w:val="008943E6"/>
    <w:rsid w:val="008E4E5C"/>
    <w:rsid w:val="009820C2"/>
    <w:rsid w:val="009D7BA7"/>
    <w:rsid w:val="00A042A0"/>
    <w:rsid w:val="00A50D0C"/>
    <w:rsid w:val="00A81837"/>
    <w:rsid w:val="00AF464D"/>
    <w:rsid w:val="00B23133"/>
    <w:rsid w:val="00B96C96"/>
    <w:rsid w:val="00BC6F9C"/>
    <w:rsid w:val="00BD37C2"/>
    <w:rsid w:val="00BD74D6"/>
    <w:rsid w:val="00BE442D"/>
    <w:rsid w:val="00BF4423"/>
    <w:rsid w:val="00C24161"/>
    <w:rsid w:val="00C943C4"/>
    <w:rsid w:val="00CD1402"/>
    <w:rsid w:val="00CD430F"/>
    <w:rsid w:val="00D16740"/>
    <w:rsid w:val="00D43BE2"/>
    <w:rsid w:val="00D457AC"/>
    <w:rsid w:val="00D77A3E"/>
    <w:rsid w:val="00D952DB"/>
    <w:rsid w:val="00D97CAA"/>
    <w:rsid w:val="00DB671B"/>
    <w:rsid w:val="00DC1508"/>
    <w:rsid w:val="00DF7105"/>
    <w:rsid w:val="00E20702"/>
    <w:rsid w:val="00E300C0"/>
    <w:rsid w:val="00E45709"/>
    <w:rsid w:val="00E57A24"/>
    <w:rsid w:val="00E70069"/>
    <w:rsid w:val="00EA5903"/>
    <w:rsid w:val="00F7595D"/>
    <w:rsid w:val="00F8333B"/>
    <w:rsid w:val="00FD784B"/>
    <w:rsid w:val="00FF38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741363"/>
  <w15:chartTrackingRefBased/>
  <w15:docId w15:val="{BA4745F5-A9F0-456B-8211-DF941F402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7105"/>
    <w:pPr>
      <w:jc w:val="both"/>
    </w:pPr>
    <w:rPr>
      <w:rFonts w:ascii="Times New Roman" w:eastAsia="Times New Roman" w:hAnsi="Times New Roman"/>
      <w:sz w:val="28"/>
      <w:szCs w:val="22"/>
    </w:rPr>
  </w:style>
  <w:style w:type="paragraph" w:styleId="Heading1">
    <w:name w:val="heading 1"/>
    <w:basedOn w:val="Normal"/>
    <w:next w:val="Normal"/>
    <w:link w:val="Heading1Char"/>
    <w:autoRedefine/>
    <w:uiPriority w:val="9"/>
    <w:qFormat/>
    <w:rsid w:val="006F4CEE"/>
    <w:pPr>
      <w:keepNext/>
      <w:keepLines/>
      <w:numPr>
        <w:numId w:val="1"/>
      </w:numPr>
      <w:spacing w:before="240"/>
      <w:outlineLvl w:val="0"/>
    </w:pPr>
    <w:rPr>
      <w:b/>
      <w:sz w:val="36"/>
      <w:szCs w:val="32"/>
    </w:rPr>
  </w:style>
  <w:style w:type="paragraph" w:styleId="Heading2">
    <w:name w:val="heading 2"/>
    <w:basedOn w:val="Normal"/>
    <w:next w:val="Normal"/>
    <w:link w:val="Heading2Char"/>
    <w:autoRedefine/>
    <w:uiPriority w:val="9"/>
    <w:unhideWhenUsed/>
    <w:qFormat/>
    <w:rsid w:val="00FF38C9"/>
    <w:pPr>
      <w:keepNext/>
      <w:keepLines/>
      <w:numPr>
        <w:ilvl w:val="1"/>
        <w:numId w:val="1"/>
      </w:numPr>
      <w:spacing w:before="40"/>
      <w:outlineLvl w:val="1"/>
    </w:pPr>
    <w:rPr>
      <w:b/>
      <w:sz w:val="32"/>
      <w:szCs w:val="26"/>
    </w:rPr>
  </w:style>
  <w:style w:type="paragraph" w:styleId="Heading3">
    <w:name w:val="heading 3"/>
    <w:basedOn w:val="Normal"/>
    <w:next w:val="Normal"/>
    <w:link w:val="Heading3Char"/>
    <w:autoRedefine/>
    <w:uiPriority w:val="9"/>
    <w:unhideWhenUsed/>
    <w:qFormat/>
    <w:rsid w:val="006F4CEE"/>
    <w:pPr>
      <w:keepNext/>
      <w:keepLines/>
      <w:numPr>
        <w:ilvl w:val="2"/>
        <w:numId w:val="1"/>
      </w:numPr>
      <w:spacing w:before="40"/>
      <w:outlineLvl w:val="2"/>
    </w:pPr>
    <w:rPr>
      <w:b/>
      <w:szCs w:val="24"/>
    </w:rPr>
  </w:style>
  <w:style w:type="paragraph" w:styleId="Heading4">
    <w:name w:val="heading 4"/>
    <w:basedOn w:val="Normal"/>
    <w:next w:val="Normal"/>
    <w:link w:val="Heading4Char"/>
    <w:uiPriority w:val="9"/>
    <w:semiHidden/>
    <w:unhideWhenUsed/>
    <w:qFormat/>
    <w:rsid w:val="002C2D2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2C2D2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2C2D2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2C2D2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2C2D2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C2D2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
    <w:qFormat/>
    <w:rsid w:val="00BF4423"/>
  </w:style>
  <w:style w:type="character" w:customStyle="1" w:styleId="NoSpacingChar">
    <w:name w:val="No Spacing Char"/>
    <w:link w:val="NoSpacing"/>
    <w:uiPriority w:val="1"/>
    <w:rsid w:val="00BF4423"/>
    <w:rPr>
      <w:rFonts w:ascii="Calibri" w:eastAsia="Times New Roman" w:hAnsi="Calibri" w:cs="Times New Roman"/>
    </w:rPr>
  </w:style>
  <w:style w:type="character" w:customStyle="1" w:styleId="Heading1Char">
    <w:name w:val="Heading 1 Char"/>
    <w:link w:val="Heading1"/>
    <w:uiPriority w:val="9"/>
    <w:rsid w:val="006F4CEE"/>
    <w:rPr>
      <w:rFonts w:ascii="Times New Roman" w:eastAsia="Times New Roman" w:hAnsi="Times New Roman"/>
      <w:b/>
      <w:sz w:val="36"/>
      <w:szCs w:val="32"/>
    </w:rPr>
  </w:style>
  <w:style w:type="character" w:customStyle="1" w:styleId="Heading2Char">
    <w:name w:val="Heading 2 Char"/>
    <w:link w:val="Heading2"/>
    <w:uiPriority w:val="9"/>
    <w:rsid w:val="00FF38C9"/>
    <w:rPr>
      <w:rFonts w:ascii="Times New Roman" w:eastAsia="Times New Roman" w:hAnsi="Times New Roman"/>
      <w:b/>
      <w:sz w:val="32"/>
      <w:szCs w:val="26"/>
    </w:rPr>
  </w:style>
  <w:style w:type="character" w:customStyle="1" w:styleId="Heading3Char">
    <w:name w:val="Heading 3 Char"/>
    <w:link w:val="Heading3"/>
    <w:uiPriority w:val="9"/>
    <w:rsid w:val="006F4CEE"/>
    <w:rPr>
      <w:rFonts w:ascii="Times New Roman" w:eastAsia="Times New Roman" w:hAnsi="Times New Roman"/>
      <w:b/>
      <w:sz w:val="28"/>
      <w:szCs w:val="24"/>
    </w:rPr>
  </w:style>
  <w:style w:type="paragraph" w:styleId="TOCHeading">
    <w:name w:val="TOC Heading"/>
    <w:basedOn w:val="Heading1"/>
    <w:next w:val="Normal"/>
    <w:uiPriority w:val="39"/>
    <w:unhideWhenUsed/>
    <w:qFormat/>
    <w:rsid w:val="00BF4423"/>
    <w:pPr>
      <w:numPr>
        <w:numId w:val="3"/>
      </w:numPr>
      <w:spacing w:line="259" w:lineRule="auto"/>
      <w:outlineLvl w:val="9"/>
    </w:pPr>
    <w:rPr>
      <w:rFonts w:ascii="Calibri Light" w:hAnsi="Calibri Light"/>
      <w:color w:val="2E74B5"/>
      <w:sz w:val="32"/>
    </w:rPr>
  </w:style>
  <w:style w:type="paragraph" w:styleId="TOC1">
    <w:name w:val="toc 1"/>
    <w:basedOn w:val="Normal"/>
    <w:next w:val="Normal"/>
    <w:autoRedefine/>
    <w:uiPriority w:val="39"/>
    <w:unhideWhenUsed/>
    <w:rsid w:val="00BF4423"/>
    <w:pPr>
      <w:spacing w:after="100"/>
    </w:pPr>
  </w:style>
  <w:style w:type="paragraph" w:styleId="TOC2">
    <w:name w:val="toc 2"/>
    <w:basedOn w:val="Normal"/>
    <w:next w:val="Normal"/>
    <w:autoRedefine/>
    <w:uiPriority w:val="39"/>
    <w:unhideWhenUsed/>
    <w:rsid w:val="00BF4423"/>
    <w:pPr>
      <w:spacing w:after="100"/>
      <w:ind w:left="220"/>
    </w:pPr>
  </w:style>
  <w:style w:type="paragraph" w:styleId="TOC3">
    <w:name w:val="toc 3"/>
    <w:basedOn w:val="Normal"/>
    <w:next w:val="Normal"/>
    <w:autoRedefine/>
    <w:uiPriority w:val="39"/>
    <w:unhideWhenUsed/>
    <w:rsid w:val="00BF4423"/>
    <w:pPr>
      <w:spacing w:after="100"/>
      <w:ind w:left="440"/>
    </w:pPr>
  </w:style>
  <w:style w:type="character" w:styleId="Hyperlink">
    <w:name w:val="Hyperlink"/>
    <w:uiPriority w:val="99"/>
    <w:unhideWhenUsed/>
    <w:rsid w:val="00BF4423"/>
    <w:rPr>
      <w:color w:val="0563C1"/>
      <w:u w:val="single"/>
    </w:rPr>
  </w:style>
  <w:style w:type="paragraph" w:styleId="Header">
    <w:name w:val="header"/>
    <w:basedOn w:val="Normal"/>
    <w:link w:val="HeaderChar"/>
    <w:uiPriority w:val="99"/>
    <w:unhideWhenUsed/>
    <w:rsid w:val="00BD37C2"/>
    <w:pPr>
      <w:tabs>
        <w:tab w:val="center" w:pos="4680"/>
        <w:tab w:val="right" w:pos="9360"/>
      </w:tabs>
    </w:pPr>
  </w:style>
  <w:style w:type="character" w:customStyle="1" w:styleId="HeaderChar">
    <w:name w:val="Header Char"/>
    <w:link w:val="Header"/>
    <w:uiPriority w:val="99"/>
    <w:rsid w:val="00BD37C2"/>
    <w:rPr>
      <w:rFonts w:ascii="Times New Roman" w:eastAsia="Times New Roman" w:hAnsi="Times New Roman" w:cs="Times New Roman"/>
    </w:rPr>
  </w:style>
  <w:style w:type="paragraph" w:styleId="Footer">
    <w:name w:val="footer"/>
    <w:basedOn w:val="Normal"/>
    <w:link w:val="FooterChar"/>
    <w:uiPriority w:val="99"/>
    <w:unhideWhenUsed/>
    <w:rsid w:val="00BD37C2"/>
    <w:pPr>
      <w:tabs>
        <w:tab w:val="center" w:pos="4680"/>
        <w:tab w:val="right" w:pos="9360"/>
      </w:tabs>
    </w:pPr>
  </w:style>
  <w:style w:type="character" w:customStyle="1" w:styleId="FooterChar">
    <w:name w:val="Footer Char"/>
    <w:link w:val="Footer"/>
    <w:uiPriority w:val="99"/>
    <w:rsid w:val="00BD37C2"/>
    <w:rPr>
      <w:rFonts w:ascii="Times New Roman" w:eastAsia="Times New Roman" w:hAnsi="Times New Roman" w:cs="Times New Roman"/>
    </w:rPr>
  </w:style>
  <w:style w:type="table" w:styleId="TableGrid">
    <w:name w:val="Table Grid"/>
    <w:basedOn w:val="TableNormal"/>
    <w:uiPriority w:val="39"/>
    <w:rsid w:val="000F1D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0B4555"/>
    <w:rPr>
      <w:rFonts w:cs="Times New Roman"/>
      <w:b/>
    </w:rPr>
  </w:style>
  <w:style w:type="paragraph" w:styleId="NormalWeb">
    <w:name w:val="Normal (Web)"/>
    <w:basedOn w:val="Normal"/>
    <w:uiPriority w:val="99"/>
    <w:rsid w:val="000B4555"/>
    <w:pPr>
      <w:spacing w:before="100" w:beforeAutospacing="1" w:after="100" w:afterAutospacing="1"/>
      <w:jc w:val="left"/>
    </w:pPr>
    <w:rPr>
      <w:sz w:val="24"/>
      <w:szCs w:val="24"/>
    </w:rPr>
  </w:style>
  <w:style w:type="paragraph" w:styleId="ListParagraph">
    <w:name w:val="List Paragraph"/>
    <w:basedOn w:val="Normal"/>
    <w:uiPriority w:val="34"/>
    <w:qFormat/>
    <w:rsid w:val="000B4555"/>
    <w:pPr>
      <w:spacing w:after="200" w:line="276" w:lineRule="auto"/>
      <w:ind w:left="720"/>
      <w:contextualSpacing/>
      <w:jc w:val="left"/>
    </w:pPr>
    <w:rPr>
      <w:rFonts w:ascii="Calibri" w:hAnsi="Calibri"/>
    </w:rPr>
  </w:style>
  <w:style w:type="character" w:customStyle="1" w:styleId="Heading4Char">
    <w:name w:val="Heading 4 Char"/>
    <w:basedOn w:val="DefaultParagraphFont"/>
    <w:link w:val="Heading4"/>
    <w:uiPriority w:val="9"/>
    <w:semiHidden/>
    <w:rsid w:val="002C2D2C"/>
    <w:rPr>
      <w:rFonts w:asciiTheme="majorHAnsi" w:eastAsiaTheme="majorEastAsia" w:hAnsiTheme="majorHAnsi" w:cstheme="majorBidi"/>
      <w:i/>
      <w:iCs/>
      <w:color w:val="2E74B5" w:themeColor="accent1" w:themeShade="BF"/>
      <w:sz w:val="28"/>
      <w:szCs w:val="22"/>
    </w:rPr>
  </w:style>
  <w:style w:type="character" w:customStyle="1" w:styleId="Heading5Char">
    <w:name w:val="Heading 5 Char"/>
    <w:basedOn w:val="DefaultParagraphFont"/>
    <w:link w:val="Heading5"/>
    <w:uiPriority w:val="9"/>
    <w:semiHidden/>
    <w:rsid w:val="002C2D2C"/>
    <w:rPr>
      <w:rFonts w:asciiTheme="majorHAnsi" w:eastAsiaTheme="majorEastAsia" w:hAnsiTheme="majorHAnsi" w:cstheme="majorBidi"/>
      <w:color w:val="2E74B5" w:themeColor="accent1" w:themeShade="BF"/>
      <w:sz w:val="28"/>
      <w:szCs w:val="22"/>
    </w:rPr>
  </w:style>
  <w:style w:type="character" w:customStyle="1" w:styleId="Heading6Char">
    <w:name w:val="Heading 6 Char"/>
    <w:basedOn w:val="DefaultParagraphFont"/>
    <w:link w:val="Heading6"/>
    <w:uiPriority w:val="9"/>
    <w:semiHidden/>
    <w:rsid w:val="002C2D2C"/>
    <w:rPr>
      <w:rFonts w:asciiTheme="majorHAnsi" w:eastAsiaTheme="majorEastAsia" w:hAnsiTheme="majorHAnsi" w:cstheme="majorBidi"/>
      <w:color w:val="1F4D78" w:themeColor="accent1" w:themeShade="7F"/>
      <w:sz w:val="28"/>
      <w:szCs w:val="22"/>
    </w:rPr>
  </w:style>
  <w:style w:type="character" w:customStyle="1" w:styleId="Heading7Char">
    <w:name w:val="Heading 7 Char"/>
    <w:basedOn w:val="DefaultParagraphFont"/>
    <w:link w:val="Heading7"/>
    <w:uiPriority w:val="9"/>
    <w:semiHidden/>
    <w:rsid w:val="002C2D2C"/>
    <w:rPr>
      <w:rFonts w:asciiTheme="majorHAnsi" w:eastAsiaTheme="majorEastAsia" w:hAnsiTheme="majorHAnsi" w:cstheme="majorBidi"/>
      <w:i/>
      <w:iCs/>
      <w:color w:val="1F4D78" w:themeColor="accent1" w:themeShade="7F"/>
      <w:sz w:val="28"/>
      <w:szCs w:val="22"/>
    </w:rPr>
  </w:style>
  <w:style w:type="character" w:customStyle="1" w:styleId="Heading8Char">
    <w:name w:val="Heading 8 Char"/>
    <w:basedOn w:val="DefaultParagraphFont"/>
    <w:link w:val="Heading8"/>
    <w:uiPriority w:val="9"/>
    <w:semiHidden/>
    <w:rsid w:val="002C2D2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C2D2C"/>
    <w:rPr>
      <w:rFonts w:asciiTheme="majorHAnsi" w:eastAsiaTheme="majorEastAsia" w:hAnsiTheme="majorHAnsi" w:cstheme="majorBidi"/>
      <w:i/>
      <w:iCs/>
      <w:color w:val="272727" w:themeColor="text1" w:themeTint="D8"/>
      <w:sz w:val="21"/>
      <w:szCs w:val="21"/>
    </w:rPr>
  </w:style>
  <w:style w:type="character" w:styleId="FollowedHyperlink">
    <w:name w:val="FollowedHyperlink"/>
    <w:basedOn w:val="DefaultParagraphFont"/>
    <w:uiPriority w:val="99"/>
    <w:semiHidden/>
    <w:unhideWhenUsed/>
    <w:rsid w:val="00CD430F"/>
    <w:rPr>
      <w:color w:val="954F72" w:themeColor="followedHyperlink"/>
      <w:u w:val="single"/>
    </w:rPr>
  </w:style>
  <w:style w:type="character" w:styleId="UnresolvedMention">
    <w:name w:val="Unresolved Mention"/>
    <w:basedOn w:val="DefaultParagraphFont"/>
    <w:uiPriority w:val="99"/>
    <w:semiHidden/>
    <w:unhideWhenUsed/>
    <w:rsid w:val="00CD430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Desktop\Manual%20Template%20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AE73AE-3D62-43F7-86EE-190C18A07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Manual Template 2.dotm</Template>
  <TotalTime>161</TotalTime>
  <Pages>14</Pages>
  <Words>827</Words>
  <Characters>4715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5531</CharactersWithSpaces>
  <SharedDoc>false</SharedDoc>
  <HLinks>
    <vt:vector size="36" baseType="variant">
      <vt:variant>
        <vt:i4>1835059</vt:i4>
      </vt:variant>
      <vt:variant>
        <vt:i4>32</vt:i4>
      </vt:variant>
      <vt:variant>
        <vt:i4>0</vt:i4>
      </vt:variant>
      <vt:variant>
        <vt:i4>5</vt:i4>
      </vt:variant>
      <vt:variant>
        <vt:lpwstr/>
      </vt:variant>
      <vt:variant>
        <vt:lpwstr>_Toc421029406</vt:lpwstr>
      </vt:variant>
      <vt:variant>
        <vt:i4>1835059</vt:i4>
      </vt:variant>
      <vt:variant>
        <vt:i4>26</vt:i4>
      </vt:variant>
      <vt:variant>
        <vt:i4>0</vt:i4>
      </vt:variant>
      <vt:variant>
        <vt:i4>5</vt:i4>
      </vt:variant>
      <vt:variant>
        <vt:lpwstr/>
      </vt:variant>
      <vt:variant>
        <vt:lpwstr>_Toc421029405</vt:lpwstr>
      </vt:variant>
      <vt:variant>
        <vt:i4>1835059</vt:i4>
      </vt:variant>
      <vt:variant>
        <vt:i4>20</vt:i4>
      </vt:variant>
      <vt:variant>
        <vt:i4>0</vt:i4>
      </vt:variant>
      <vt:variant>
        <vt:i4>5</vt:i4>
      </vt:variant>
      <vt:variant>
        <vt:lpwstr/>
      </vt:variant>
      <vt:variant>
        <vt:lpwstr>_Toc421029404</vt:lpwstr>
      </vt:variant>
      <vt:variant>
        <vt:i4>1835059</vt:i4>
      </vt:variant>
      <vt:variant>
        <vt:i4>14</vt:i4>
      </vt:variant>
      <vt:variant>
        <vt:i4>0</vt:i4>
      </vt:variant>
      <vt:variant>
        <vt:i4>5</vt:i4>
      </vt:variant>
      <vt:variant>
        <vt:lpwstr/>
      </vt:variant>
      <vt:variant>
        <vt:lpwstr>_Toc421029403</vt:lpwstr>
      </vt:variant>
      <vt:variant>
        <vt:i4>1835059</vt:i4>
      </vt:variant>
      <vt:variant>
        <vt:i4>8</vt:i4>
      </vt:variant>
      <vt:variant>
        <vt:i4>0</vt:i4>
      </vt:variant>
      <vt:variant>
        <vt:i4>5</vt:i4>
      </vt:variant>
      <vt:variant>
        <vt:lpwstr/>
      </vt:variant>
      <vt:variant>
        <vt:lpwstr>_Toc421029402</vt:lpwstr>
      </vt:variant>
      <vt:variant>
        <vt:i4>1835059</vt:i4>
      </vt:variant>
      <vt:variant>
        <vt:i4>2</vt:i4>
      </vt:variant>
      <vt:variant>
        <vt:i4>0</vt:i4>
      </vt:variant>
      <vt:variant>
        <vt:i4>5</vt:i4>
      </vt:variant>
      <vt:variant>
        <vt:lpwstr/>
      </vt:variant>
      <vt:variant>
        <vt:lpwstr>_Toc421029401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Saddam</cp:lastModifiedBy>
  <cp:revision>7</cp:revision>
  <dcterms:created xsi:type="dcterms:W3CDTF">2015-06-02T12:39:00Z</dcterms:created>
  <dcterms:modified xsi:type="dcterms:W3CDTF">2021-03-16T21:03:00Z</dcterms:modified>
</cp:coreProperties>
</file>